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16"/>
        <w:tblW w:w="85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9"/>
      </w:tblGrid>
      <w:tr w:rsidR="003E0A58" w:rsidRPr="001335ED" w14:paraId="494BE9C0" w14:textId="77777777" w:rsidTr="00695F74">
        <w:trPr>
          <w:cantSplit/>
          <w:trHeight w:val="340"/>
        </w:trPr>
        <w:tc>
          <w:tcPr>
            <w:tcW w:w="8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98C91" w14:textId="4D6D32CC" w:rsidR="00CA240A" w:rsidRPr="001335ED" w:rsidRDefault="00CA240A" w:rsidP="00695F74">
            <w:pPr>
              <w:suppressAutoHyphens/>
              <w:spacing w:line="240" w:lineRule="exact"/>
              <w:ind w:right="-239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45125457" w14:textId="7142A7B4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  <w:r w:rsidRPr="001335ED">
              <w:rPr>
                <w:rFonts w:ascii="Verdana" w:hAnsi="Verdana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2FA2769C" wp14:editId="6C136EB7">
                  <wp:simplePos x="0" y="0"/>
                  <wp:positionH relativeFrom="column">
                    <wp:posOffset>852805</wp:posOffset>
                  </wp:positionH>
                  <wp:positionV relativeFrom="paragraph">
                    <wp:posOffset>-1905</wp:posOffset>
                  </wp:positionV>
                  <wp:extent cx="4003675" cy="1173480"/>
                  <wp:effectExtent l="0" t="0" r="0" b="762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7"/>
                          <pic:cNvPicPr/>
                        </pic:nvPicPr>
                        <pic:blipFill>
                          <a:blip r:embed="rId12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3675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3A7A40" w14:textId="0F6503B9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3D70D1A0" w14:textId="601EAB86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2C26C204" w14:textId="4E08C45C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65EDD397" w14:textId="7761C4B8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6FDB3446" w14:textId="0D173B93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47715B43" w14:textId="4EB992C8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  <w:r w:rsidRPr="001335ED">
              <w:rPr>
                <w:rFonts w:ascii="Verdana" w:eastAsia="MS Mincho" w:hAnsi="Verdana"/>
                <w:bCs/>
                <w:sz w:val="18"/>
                <w:szCs w:val="18"/>
              </w:rPr>
              <w:t>ROLNICTWO W WERSJI PRO</w:t>
            </w:r>
          </w:p>
          <w:p w14:paraId="62C700AA" w14:textId="0F5BD3B1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</w:p>
          <w:p w14:paraId="0771661C" w14:textId="1BDFE965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  <w:r w:rsidRPr="001335ED">
              <w:rPr>
                <w:rFonts w:ascii="Verdana" w:eastAsia="MS Mincho" w:hAnsi="Verdana"/>
                <w:bCs/>
                <w:sz w:val="18"/>
                <w:szCs w:val="18"/>
              </w:rPr>
              <w:t>56-420 Bierutów, ul. Kolejowa 6</w:t>
            </w:r>
          </w:p>
          <w:p w14:paraId="2466E650" w14:textId="52E87243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/>
                <w:sz w:val="18"/>
                <w:szCs w:val="18"/>
              </w:rPr>
            </w:pPr>
            <w:r w:rsidRPr="001335ED">
              <w:rPr>
                <w:rFonts w:ascii="Verdana" w:eastAsia="MS Mincho" w:hAnsi="Verdana"/>
                <w:b/>
                <w:sz w:val="18"/>
                <w:szCs w:val="18"/>
              </w:rPr>
              <w:t xml:space="preserve">Dział </w:t>
            </w:r>
            <w:r w:rsidR="00742064" w:rsidRPr="001335ED">
              <w:rPr>
                <w:rFonts w:ascii="Verdana" w:eastAsia="MS Mincho" w:hAnsi="Verdana"/>
                <w:b/>
                <w:sz w:val="18"/>
                <w:szCs w:val="18"/>
              </w:rPr>
              <w:t>Administracji</w:t>
            </w:r>
          </w:p>
          <w:p w14:paraId="1A9E5000" w14:textId="2B0458E5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eastAsia="MS Mincho" w:hAnsi="Verdana"/>
                <w:bCs/>
                <w:sz w:val="18"/>
                <w:szCs w:val="18"/>
              </w:rPr>
            </w:pPr>
            <w:r w:rsidRPr="001335ED">
              <w:rPr>
                <w:rFonts w:ascii="Verdana" w:eastAsia="MS Mincho" w:hAnsi="Verdana"/>
                <w:bCs/>
                <w:sz w:val="18"/>
                <w:szCs w:val="18"/>
              </w:rPr>
              <w:t xml:space="preserve">ul. Krzywoustego 30A, </w:t>
            </w:r>
            <w:r w:rsidR="002E155F" w:rsidRPr="001335ED">
              <w:rPr>
                <w:rFonts w:ascii="Verdana" w:eastAsia="MS Mincho" w:hAnsi="Verdana"/>
                <w:bCs/>
                <w:sz w:val="18"/>
                <w:szCs w:val="18"/>
              </w:rPr>
              <w:t>56-400 Oleśnica</w:t>
            </w:r>
          </w:p>
          <w:p w14:paraId="466FC7AC" w14:textId="77777777" w:rsidR="00CA240A" w:rsidRPr="001335ED" w:rsidRDefault="00CA240A" w:rsidP="00695F74">
            <w:pPr>
              <w:suppressAutoHyphens/>
              <w:spacing w:line="240" w:lineRule="exact"/>
              <w:ind w:right="-239"/>
              <w:jc w:val="center"/>
              <w:rPr>
                <w:rFonts w:ascii="Verdana" w:hAnsi="Verdana"/>
                <w:b/>
                <w:strike/>
                <w:sz w:val="18"/>
                <w:szCs w:val="18"/>
                <w:lang w:val="de-DE"/>
              </w:rPr>
            </w:pPr>
          </w:p>
        </w:tc>
      </w:tr>
      <w:tr w:rsidR="00CA240A" w:rsidRPr="001335ED" w14:paraId="1552E857" w14:textId="77777777" w:rsidTr="00695F74">
        <w:trPr>
          <w:cantSplit/>
          <w:trHeight w:val="2560"/>
        </w:trPr>
        <w:tc>
          <w:tcPr>
            <w:tcW w:w="8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438B" w14:textId="77777777" w:rsidR="00CA240A" w:rsidRPr="001335ED" w:rsidRDefault="00CA240A" w:rsidP="00695F74">
            <w:pPr>
              <w:spacing w:line="240" w:lineRule="exact"/>
              <w:rPr>
                <w:rFonts w:ascii="Verdana" w:hAnsi="Verdana" w:cs="Arial"/>
                <w:sz w:val="18"/>
                <w:szCs w:val="18"/>
                <w:lang w:val="de-DE"/>
              </w:rPr>
            </w:pPr>
          </w:p>
        </w:tc>
      </w:tr>
    </w:tbl>
    <w:p w14:paraId="17C21992" w14:textId="20FD38D1" w:rsidR="00F76B87" w:rsidRPr="001335ED" w:rsidRDefault="00F76B87" w:rsidP="006B4A7B">
      <w:pPr>
        <w:jc w:val="left"/>
        <w:rPr>
          <w:rFonts w:ascii="Verdana" w:hAnsi="Verdana"/>
          <w:sz w:val="18"/>
          <w:szCs w:val="18"/>
        </w:rPr>
      </w:pPr>
    </w:p>
    <w:p w14:paraId="2D797D2C" w14:textId="23F363AC" w:rsidR="00CA240A" w:rsidRPr="001335ED" w:rsidRDefault="002E155F" w:rsidP="006B4A7B">
      <w:pPr>
        <w:jc w:val="left"/>
        <w:rPr>
          <w:rFonts w:ascii="Verdana" w:hAnsi="Verdana"/>
          <w:sz w:val="18"/>
          <w:szCs w:val="18"/>
        </w:rPr>
      </w:pPr>
      <w:r w:rsidRPr="001335ED">
        <w:rPr>
          <w:rFonts w:ascii="Verdana" w:hAnsi="Verdana"/>
          <w:b/>
          <w:sz w:val="18"/>
          <w:szCs w:val="18"/>
        </w:rPr>
        <w:t>D</w:t>
      </w:r>
      <w:r w:rsidR="00742064" w:rsidRPr="001335ED">
        <w:rPr>
          <w:rFonts w:ascii="Verdana" w:hAnsi="Verdana"/>
          <w:b/>
          <w:sz w:val="18"/>
          <w:szCs w:val="18"/>
        </w:rPr>
        <w:t>A</w:t>
      </w:r>
      <w:r w:rsidR="00FB2AD8" w:rsidRPr="001335ED">
        <w:rPr>
          <w:rFonts w:ascii="Verdana" w:hAnsi="Verdana"/>
          <w:b/>
          <w:sz w:val="18"/>
          <w:szCs w:val="18"/>
        </w:rPr>
        <w:t>/</w:t>
      </w:r>
      <w:r w:rsidR="004666AB" w:rsidRPr="001335ED">
        <w:rPr>
          <w:rFonts w:ascii="Verdana" w:hAnsi="Verdana"/>
          <w:b/>
          <w:sz w:val="18"/>
          <w:szCs w:val="18"/>
        </w:rPr>
        <w:t xml:space="preserve"> </w:t>
      </w:r>
      <w:r w:rsidR="0085314B">
        <w:rPr>
          <w:rFonts w:ascii="Verdana" w:hAnsi="Verdana"/>
          <w:b/>
          <w:sz w:val="18"/>
          <w:szCs w:val="18"/>
        </w:rPr>
        <w:t>3</w:t>
      </w:r>
      <w:r w:rsidRPr="001335ED">
        <w:rPr>
          <w:rFonts w:ascii="Verdana" w:hAnsi="Verdana"/>
          <w:b/>
          <w:sz w:val="18"/>
          <w:szCs w:val="18"/>
        </w:rPr>
        <w:t>/</w:t>
      </w:r>
      <w:r w:rsidR="0085314B">
        <w:rPr>
          <w:rFonts w:ascii="Verdana" w:hAnsi="Verdana"/>
          <w:b/>
          <w:sz w:val="18"/>
          <w:szCs w:val="18"/>
        </w:rPr>
        <w:t>25</w:t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</w:r>
      <w:r w:rsidRPr="001335ED">
        <w:rPr>
          <w:rFonts w:ascii="Verdana" w:hAnsi="Verdana"/>
          <w:sz w:val="18"/>
          <w:szCs w:val="18"/>
        </w:rPr>
        <w:tab/>
        <w:t xml:space="preserve">Oleśnica, </w:t>
      </w:r>
      <w:r w:rsidR="0085314B">
        <w:rPr>
          <w:rFonts w:ascii="Verdana" w:hAnsi="Verdana"/>
          <w:sz w:val="18"/>
          <w:szCs w:val="18"/>
        </w:rPr>
        <w:t>10</w:t>
      </w:r>
      <w:r w:rsidR="009A1FB4">
        <w:rPr>
          <w:rFonts w:ascii="Verdana" w:hAnsi="Verdana"/>
          <w:sz w:val="18"/>
          <w:szCs w:val="18"/>
        </w:rPr>
        <w:t>.</w:t>
      </w:r>
      <w:r w:rsidR="0085314B">
        <w:rPr>
          <w:rFonts w:ascii="Verdana" w:hAnsi="Verdana"/>
          <w:sz w:val="18"/>
          <w:szCs w:val="18"/>
        </w:rPr>
        <w:t>03</w:t>
      </w:r>
      <w:r w:rsidR="00FB2AD8" w:rsidRPr="001335ED">
        <w:rPr>
          <w:rFonts w:ascii="Verdana" w:hAnsi="Verdana"/>
          <w:sz w:val="18"/>
          <w:szCs w:val="18"/>
        </w:rPr>
        <w:t>.202</w:t>
      </w:r>
      <w:r w:rsidR="0085314B">
        <w:rPr>
          <w:rFonts w:ascii="Verdana" w:hAnsi="Verdana"/>
          <w:sz w:val="18"/>
          <w:szCs w:val="18"/>
        </w:rPr>
        <w:t>5</w:t>
      </w:r>
      <w:r w:rsidRPr="001335ED">
        <w:rPr>
          <w:rFonts w:ascii="Verdana" w:hAnsi="Verdana"/>
          <w:sz w:val="18"/>
          <w:szCs w:val="18"/>
        </w:rPr>
        <w:t>r.</w:t>
      </w:r>
    </w:p>
    <w:p w14:paraId="00B2A1AB" w14:textId="05E945C9" w:rsidR="002E155F" w:rsidRPr="001335ED" w:rsidRDefault="002E155F" w:rsidP="006B4A7B">
      <w:pPr>
        <w:jc w:val="left"/>
        <w:rPr>
          <w:rFonts w:ascii="Verdana" w:hAnsi="Verdana"/>
          <w:sz w:val="18"/>
          <w:szCs w:val="18"/>
        </w:rPr>
      </w:pPr>
    </w:p>
    <w:p w14:paraId="5A135909" w14:textId="77777777" w:rsidR="003E0A58" w:rsidRPr="001335ED" w:rsidRDefault="003E0A58" w:rsidP="00794F0F">
      <w:pPr>
        <w:ind w:right="-142"/>
        <w:jc w:val="center"/>
        <w:rPr>
          <w:rFonts w:ascii="Verdana" w:eastAsiaTheme="majorEastAsia" w:hAnsi="Verdana"/>
          <w:b/>
          <w:sz w:val="18"/>
          <w:szCs w:val="18"/>
        </w:rPr>
      </w:pPr>
    </w:p>
    <w:p w14:paraId="029BEC86" w14:textId="0E7C6F88" w:rsidR="00794F0F" w:rsidRDefault="0085314B" w:rsidP="00794F0F">
      <w:pPr>
        <w:ind w:right="-142"/>
        <w:jc w:val="center"/>
        <w:rPr>
          <w:rFonts w:ascii="Verdana" w:eastAsiaTheme="majorEastAsia" w:hAnsi="Verdana"/>
          <w:b/>
          <w:sz w:val="18"/>
          <w:szCs w:val="18"/>
        </w:rPr>
      </w:pPr>
      <w:r>
        <w:rPr>
          <w:rFonts w:ascii="Verdana" w:eastAsiaTheme="majorEastAsia" w:hAnsi="Verdana"/>
          <w:b/>
          <w:sz w:val="18"/>
          <w:szCs w:val="18"/>
        </w:rPr>
        <w:t>ZAPYTANIE O OFERTĘ</w:t>
      </w:r>
    </w:p>
    <w:p w14:paraId="1A5FB05E" w14:textId="77777777" w:rsidR="0085314B" w:rsidRPr="00E37E46" w:rsidRDefault="0085314B" w:rsidP="0085314B">
      <w:pPr>
        <w:jc w:val="center"/>
        <w:rPr>
          <w:rFonts w:asciiTheme="majorHAnsi" w:hAnsiTheme="majorHAnsi" w:cstheme="majorHAnsi"/>
        </w:rPr>
      </w:pPr>
      <w:r w:rsidRPr="00E37E46">
        <w:rPr>
          <w:rFonts w:asciiTheme="majorHAnsi" w:hAnsiTheme="majorHAnsi" w:cstheme="majorHAnsi"/>
        </w:rPr>
        <w:t>dla</w:t>
      </w:r>
    </w:p>
    <w:p w14:paraId="63FDBD25" w14:textId="77777777" w:rsidR="0085314B" w:rsidRPr="00E37E46" w:rsidRDefault="0085314B" w:rsidP="0085314B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Firmy OSADKOWSKI Spółka z ograniczoną odpowiedzialnością</w:t>
      </w:r>
    </w:p>
    <w:p w14:paraId="184E1AB9" w14:textId="318A7769" w:rsidR="0085314B" w:rsidRDefault="0085314B" w:rsidP="0085314B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Nr ref ADM/</w:t>
      </w:r>
      <w:r>
        <w:rPr>
          <w:rFonts w:asciiTheme="majorHAnsi" w:hAnsiTheme="majorHAnsi" w:cstheme="majorHAnsi"/>
        </w:rPr>
        <w:t>3</w:t>
      </w:r>
      <w:r>
        <w:rPr>
          <w:rFonts w:asciiTheme="majorHAnsi" w:hAnsiTheme="majorHAnsi" w:cstheme="majorHAnsi"/>
        </w:rPr>
        <w:t>/25</w:t>
      </w:r>
    </w:p>
    <w:p w14:paraId="710455EA" w14:textId="77777777" w:rsidR="0085314B" w:rsidRPr="001335ED" w:rsidRDefault="0085314B" w:rsidP="00794F0F">
      <w:pPr>
        <w:ind w:right="-142"/>
        <w:jc w:val="center"/>
        <w:rPr>
          <w:rFonts w:ascii="Verdana" w:eastAsiaTheme="majorEastAsia" w:hAnsi="Verdana"/>
          <w:b/>
          <w:sz w:val="18"/>
          <w:szCs w:val="18"/>
        </w:rPr>
      </w:pPr>
    </w:p>
    <w:p w14:paraId="35583292" w14:textId="77777777" w:rsidR="0085314B" w:rsidRPr="00E37E46" w:rsidRDefault="0085314B" w:rsidP="0085314B">
      <w:pPr>
        <w:jc w:val="left"/>
        <w:rPr>
          <w:rFonts w:asciiTheme="majorHAnsi" w:hAnsiTheme="majorHAnsi" w:cstheme="majorHAnsi"/>
        </w:rPr>
      </w:pPr>
      <w:r w:rsidRPr="00E37E46">
        <w:rPr>
          <w:rFonts w:asciiTheme="majorHAnsi" w:hAnsiTheme="majorHAnsi" w:cstheme="majorHAnsi"/>
        </w:rPr>
        <w:t>Szanowni Państwo,</w:t>
      </w:r>
    </w:p>
    <w:p w14:paraId="32CD8FFF" w14:textId="278544E4" w:rsidR="00794F0F" w:rsidRPr="007830A0" w:rsidRDefault="0085314B" w:rsidP="0085314B">
      <w:pPr>
        <w:rPr>
          <w:rFonts w:asciiTheme="majorHAnsi" w:hAnsiTheme="majorHAnsi" w:cstheme="majorHAnsi"/>
          <w:b/>
          <w:bCs/>
        </w:rPr>
      </w:pPr>
      <w:r w:rsidRPr="00E37E46">
        <w:rPr>
          <w:rFonts w:asciiTheme="majorHAnsi" w:hAnsiTheme="majorHAnsi" w:cstheme="majorHAnsi"/>
        </w:rPr>
        <w:t xml:space="preserve">Działając w imieniu </w:t>
      </w:r>
      <w:r>
        <w:rPr>
          <w:rFonts w:asciiTheme="majorHAnsi" w:hAnsiTheme="majorHAnsi" w:cstheme="majorHAnsi"/>
        </w:rPr>
        <w:t>i na rzecz Firmy OSADKOWSKI Sp. z o.o.</w:t>
      </w:r>
      <w:r w:rsidRPr="00E37E46">
        <w:rPr>
          <w:rFonts w:asciiTheme="majorHAnsi" w:hAnsiTheme="majorHAnsi" w:cstheme="majorHAnsi"/>
        </w:rPr>
        <w:t xml:space="preserve"> zapraszamy Państwa do złożenia oferty</w:t>
      </w:r>
      <w:r>
        <w:rPr>
          <w:rFonts w:asciiTheme="majorHAnsi" w:hAnsiTheme="majorHAnsi" w:cstheme="majorHAnsi"/>
        </w:rPr>
        <w:t xml:space="preserve"> na</w:t>
      </w:r>
      <w:r w:rsidR="007830A0">
        <w:rPr>
          <w:rFonts w:asciiTheme="majorHAnsi" w:hAnsiTheme="majorHAnsi" w:cstheme="majorHAnsi"/>
        </w:rPr>
        <w:t xml:space="preserve"> dostawę</w:t>
      </w:r>
      <w:r>
        <w:rPr>
          <w:rFonts w:asciiTheme="majorHAnsi" w:hAnsiTheme="majorHAnsi" w:cstheme="majorHAnsi"/>
        </w:rPr>
        <w:t xml:space="preserve"> sprzęt</w:t>
      </w:r>
      <w:r w:rsidR="007830A0">
        <w:rPr>
          <w:rFonts w:asciiTheme="majorHAnsi" w:hAnsiTheme="majorHAnsi" w:cstheme="majorHAnsi"/>
        </w:rPr>
        <w:t>u</w:t>
      </w:r>
      <w:r>
        <w:rPr>
          <w:rFonts w:asciiTheme="majorHAnsi" w:hAnsiTheme="majorHAnsi" w:cstheme="majorHAnsi"/>
        </w:rPr>
        <w:t xml:space="preserve"> gastronomiczn</w:t>
      </w:r>
      <w:r w:rsidR="007830A0">
        <w:rPr>
          <w:rFonts w:asciiTheme="majorHAnsi" w:hAnsiTheme="majorHAnsi" w:cstheme="majorHAnsi"/>
        </w:rPr>
        <w:t>ego, zgodnego z przedstawioną specyfikacją, pod adres</w:t>
      </w:r>
      <w:r>
        <w:rPr>
          <w:rFonts w:asciiTheme="majorHAnsi" w:hAnsiTheme="majorHAnsi" w:cstheme="majorHAnsi"/>
        </w:rPr>
        <w:t xml:space="preserve">: </w:t>
      </w:r>
      <w:r w:rsidRPr="007830A0">
        <w:rPr>
          <w:rFonts w:asciiTheme="majorHAnsi" w:hAnsiTheme="majorHAnsi" w:cstheme="majorHAnsi"/>
          <w:b/>
          <w:bCs/>
        </w:rPr>
        <w:t>Hotel Jakubus, Jakubowice 36, 46-113 Wilków</w:t>
      </w:r>
    </w:p>
    <w:p w14:paraId="17412193" w14:textId="77777777" w:rsidR="0085314B" w:rsidRPr="0085314B" w:rsidRDefault="0085314B" w:rsidP="0085314B">
      <w:pPr>
        <w:rPr>
          <w:rFonts w:asciiTheme="majorHAnsi" w:hAnsiTheme="majorHAnsi" w:cstheme="majorHAnsi"/>
          <w:b/>
          <w:bCs/>
        </w:rPr>
      </w:pPr>
      <w:r w:rsidRPr="0085314B">
        <w:rPr>
          <w:rFonts w:asciiTheme="majorHAnsi" w:hAnsiTheme="majorHAnsi" w:cstheme="majorHAnsi"/>
          <w:b/>
          <w:bCs/>
        </w:rPr>
        <w:t>Nasze oczekiwania:</w:t>
      </w:r>
    </w:p>
    <w:p w14:paraId="2E8859C1" w14:textId="77777777" w:rsidR="007830A0" w:rsidRDefault="0085314B" w:rsidP="0085314B">
      <w:pPr>
        <w:pStyle w:val="Akapitzlist"/>
        <w:numPr>
          <w:ilvl w:val="0"/>
          <w:numId w:val="44"/>
        </w:numPr>
        <w:rPr>
          <w:rFonts w:asciiTheme="majorHAnsi" w:hAnsiTheme="majorHAnsi" w:cstheme="majorHAnsi"/>
        </w:rPr>
      </w:pPr>
      <w:r w:rsidRPr="007830A0">
        <w:rPr>
          <w:rFonts w:asciiTheme="majorHAnsi" w:hAnsiTheme="majorHAnsi" w:cstheme="majorHAnsi"/>
        </w:rPr>
        <w:t xml:space="preserve">Najwyższa jakość </w:t>
      </w:r>
      <w:r w:rsidR="007830A0" w:rsidRPr="007830A0">
        <w:rPr>
          <w:rFonts w:asciiTheme="majorHAnsi" w:hAnsiTheme="majorHAnsi" w:cstheme="majorHAnsi"/>
        </w:rPr>
        <w:t>oferowanego sprzętu</w:t>
      </w:r>
    </w:p>
    <w:p w14:paraId="46E8CE1B" w14:textId="77777777" w:rsidR="007830A0" w:rsidRDefault="007830A0" w:rsidP="0085314B">
      <w:pPr>
        <w:pStyle w:val="Akapitzlist"/>
        <w:numPr>
          <w:ilvl w:val="0"/>
          <w:numId w:val="44"/>
        </w:numPr>
        <w:rPr>
          <w:rFonts w:asciiTheme="majorHAnsi" w:hAnsiTheme="majorHAnsi" w:cstheme="majorHAnsi"/>
        </w:rPr>
      </w:pPr>
      <w:r w:rsidRPr="007830A0">
        <w:rPr>
          <w:rFonts w:asciiTheme="majorHAnsi" w:hAnsiTheme="majorHAnsi" w:cstheme="majorHAnsi"/>
        </w:rPr>
        <w:t>Oferta powinna być zgodna z przedstawioną specyfikacją oraz wymaganym rodzajem sprzętu.</w:t>
      </w:r>
    </w:p>
    <w:p w14:paraId="67F51AC0" w14:textId="3FE81E8D" w:rsidR="007830A0" w:rsidRPr="007830A0" w:rsidRDefault="007830A0" w:rsidP="007830A0">
      <w:pPr>
        <w:pStyle w:val="Akapitzlist"/>
        <w:rPr>
          <w:rFonts w:asciiTheme="majorHAnsi" w:hAnsiTheme="majorHAnsi" w:cstheme="majorHAnsi"/>
        </w:rPr>
      </w:pPr>
      <w:r w:rsidRPr="007830A0">
        <w:rPr>
          <w:rFonts w:asciiTheme="majorHAnsi" w:hAnsiTheme="majorHAnsi" w:cstheme="majorHAnsi"/>
        </w:rPr>
        <w:t xml:space="preserve"> Informujemy, że Firma Osadkowski nie wyraża zgody na dostarczenie sprzętu zamiennego.</w:t>
      </w:r>
    </w:p>
    <w:p w14:paraId="15412067" w14:textId="1F26B4A3" w:rsidR="0085314B" w:rsidRPr="0085314B" w:rsidRDefault="0085314B" w:rsidP="0085314B">
      <w:pPr>
        <w:rPr>
          <w:rFonts w:asciiTheme="majorHAnsi" w:hAnsiTheme="majorHAnsi" w:cstheme="majorHAnsi"/>
          <w:b/>
          <w:bCs/>
        </w:rPr>
      </w:pPr>
      <w:r w:rsidRPr="0085314B">
        <w:rPr>
          <w:rFonts w:asciiTheme="majorHAnsi" w:hAnsiTheme="majorHAnsi" w:cstheme="majorHAnsi"/>
          <w:b/>
          <w:bCs/>
        </w:rPr>
        <w:t xml:space="preserve">Wymagany termin realizacji zadania do – </w:t>
      </w:r>
      <w:r w:rsidR="007830A0">
        <w:rPr>
          <w:rFonts w:asciiTheme="majorHAnsi" w:hAnsiTheme="majorHAnsi" w:cstheme="majorHAnsi"/>
          <w:b/>
          <w:bCs/>
        </w:rPr>
        <w:t>04</w:t>
      </w:r>
      <w:r w:rsidRPr="0085314B">
        <w:rPr>
          <w:rFonts w:asciiTheme="majorHAnsi" w:hAnsiTheme="majorHAnsi" w:cstheme="majorHAnsi"/>
          <w:b/>
          <w:bCs/>
        </w:rPr>
        <w:t>.0</w:t>
      </w:r>
      <w:r w:rsidR="007830A0">
        <w:rPr>
          <w:rFonts w:asciiTheme="majorHAnsi" w:hAnsiTheme="majorHAnsi" w:cstheme="majorHAnsi"/>
          <w:b/>
          <w:bCs/>
        </w:rPr>
        <w:t>4</w:t>
      </w:r>
      <w:r w:rsidRPr="0085314B">
        <w:rPr>
          <w:rFonts w:asciiTheme="majorHAnsi" w:hAnsiTheme="majorHAnsi" w:cstheme="majorHAnsi"/>
          <w:b/>
          <w:bCs/>
        </w:rPr>
        <w:t>.2025</w:t>
      </w:r>
    </w:p>
    <w:p w14:paraId="7E84DC24" w14:textId="08062C76" w:rsidR="0085314B" w:rsidRPr="0085314B" w:rsidRDefault="0085314B" w:rsidP="0085314B">
      <w:pPr>
        <w:rPr>
          <w:rFonts w:asciiTheme="majorHAnsi" w:hAnsiTheme="majorHAnsi" w:cstheme="majorHAnsi"/>
        </w:rPr>
      </w:pPr>
      <w:r w:rsidRPr="0085314B">
        <w:rPr>
          <w:rFonts w:asciiTheme="majorHAnsi" w:hAnsiTheme="majorHAnsi" w:cstheme="majorHAnsi"/>
        </w:rPr>
        <w:t xml:space="preserve">Osobą upoważnioną do udzielania informacji i kontaktów z firmami biorącymi udział w </w:t>
      </w:r>
      <w:r w:rsidR="007830A0">
        <w:rPr>
          <w:rFonts w:asciiTheme="majorHAnsi" w:hAnsiTheme="majorHAnsi" w:cstheme="majorHAnsi"/>
        </w:rPr>
        <w:t>zapytaniu</w:t>
      </w:r>
      <w:r w:rsidRPr="0085314B">
        <w:rPr>
          <w:rFonts w:asciiTheme="majorHAnsi" w:hAnsiTheme="majorHAnsi" w:cstheme="majorHAnsi"/>
        </w:rPr>
        <w:t xml:space="preserve"> jest:</w:t>
      </w:r>
    </w:p>
    <w:p w14:paraId="49FE5148" w14:textId="77777777" w:rsidR="0085314B" w:rsidRPr="0085314B" w:rsidRDefault="0085314B" w:rsidP="0085314B">
      <w:pPr>
        <w:rPr>
          <w:rFonts w:asciiTheme="majorHAnsi" w:hAnsiTheme="majorHAnsi" w:cstheme="majorHAnsi"/>
          <w:b/>
          <w:bCs/>
        </w:rPr>
      </w:pPr>
      <w:r w:rsidRPr="0085314B">
        <w:rPr>
          <w:rFonts w:asciiTheme="majorHAnsi" w:hAnsiTheme="majorHAnsi" w:cstheme="majorHAnsi"/>
          <w:b/>
          <w:bCs/>
        </w:rPr>
        <w:t>Marzena Sulikowska</w:t>
      </w:r>
    </w:p>
    <w:p w14:paraId="3C8108E7" w14:textId="77777777" w:rsidR="0085314B" w:rsidRPr="0085314B" w:rsidRDefault="0085314B" w:rsidP="0085314B">
      <w:pPr>
        <w:rPr>
          <w:rFonts w:asciiTheme="majorHAnsi" w:hAnsiTheme="majorHAnsi" w:cstheme="majorHAnsi"/>
        </w:rPr>
      </w:pPr>
      <w:r w:rsidRPr="0085314B">
        <w:rPr>
          <w:rFonts w:asciiTheme="majorHAnsi" w:hAnsiTheme="majorHAnsi" w:cstheme="majorHAnsi"/>
        </w:rPr>
        <w:t>tel. (+48) 882 082 929</w:t>
      </w:r>
    </w:p>
    <w:p w14:paraId="284540E1" w14:textId="377889AF" w:rsidR="007830A0" w:rsidRPr="00695F74" w:rsidRDefault="0085314B" w:rsidP="0085314B">
      <w:pPr>
        <w:rPr>
          <w:rFonts w:asciiTheme="majorHAnsi" w:hAnsiTheme="majorHAnsi" w:cstheme="majorHAnsi"/>
        </w:rPr>
      </w:pPr>
      <w:r w:rsidRPr="0085314B">
        <w:rPr>
          <w:rFonts w:asciiTheme="majorHAnsi" w:hAnsiTheme="majorHAnsi" w:cstheme="majorHAnsi"/>
        </w:rPr>
        <w:t>e-mail: m.sulikowska@osadkowski.pl</w:t>
      </w:r>
    </w:p>
    <w:p w14:paraId="44437BE6" w14:textId="63D2C7BB" w:rsidR="0085314B" w:rsidRPr="0085314B" w:rsidRDefault="0085314B" w:rsidP="0085314B">
      <w:pPr>
        <w:rPr>
          <w:rFonts w:asciiTheme="majorHAnsi" w:hAnsiTheme="majorHAnsi" w:cstheme="majorHAnsi"/>
          <w:b/>
          <w:bCs/>
        </w:rPr>
      </w:pPr>
      <w:r w:rsidRPr="0085314B">
        <w:rPr>
          <w:rFonts w:asciiTheme="majorHAnsi" w:hAnsiTheme="majorHAnsi" w:cstheme="majorHAnsi"/>
          <w:b/>
          <w:bCs/>
        </w:rPr>
        <w:t>Firma OSADKOWSKI Sp. z o.o.  zastrzega sobie prawo do:</w:t>
      </w:r>
    </w:p>
    <w:p w14:paraId="6BF4F2AE" w14:textId="234E63A8" w:rsidR="0085314B" w:rsidRPr="00B379AA" w:rsidRDefault="0085314B" w:rsidP="00B379AA">
      <w:pPr>
        <w:pStyle w:val="Akapitzlist"/>
        <w:numPr>
          <w:ilvl w:val="0"/>
          <w:numId w:val="45"/>
        </w:numPr>
        <w:rPr>
          <w:rFonts w:asciiTheme="majorHAnsi" w:hAnsiTheme="majorHAnsi" w:cstheme="majorHAnsi"/>
        </w:rPr>
      </w:pPr>
      <w:r w:rsidRPr="00B379AA">
        <w:rPr>
          <w:rFonts w:asciiTheme="majorHAnsi" w:hAnsiTheme="majorHAnsi" w:cstheme="majorHAnsi"/>
        </w:rPr>
        <w:t>swobodnego wyboru ofert;</w:t>
      </w:r>
    </w:p>
    <w:p w14:paraId="2F0EEC08" w14:textId="196EB0BE" w:rsidR="0085314B" w:rsidRPr="00B379AA" w:rsidRDefault="0085314B" w:rsidP="00B379AA">
      <w:pPr>
        <w:pStyle w:val="Akapitzlist"/>
        <w:numPr>
          <w:ilvl w:val="0"/>
          <w:numId w:val="45"/>
        </w:numPr>
        <w:rPr>
          <w:rFonts w:asciiTheme="majorHAnsi" w:hAnsiTheme="majorHAnsi" w:cstheme="majorHAnsi"/>
        </w:rPr>
      </w:pPr>
      <w:r w:rsidRPr="00B379AA">
        <w:rPr>
          <w:rFonts w:asciiTheme="majorHAnsi" w:hAnsiTheme="majorHAnsi" w:cstheme="majorHAnsi"/>
        </w:rPr>
        <w:t>zażądania od jednego lub większej liczby Oferentów dodatkowych informacji lub dokumentów;</w:t>
      </w:r>
    </w:p>
    <w:p w14:paraId="6A81BB42" w14:textId="1D68B628" w:rsidR="0085314B" w:rsidRPr="00B379AA" w:rsidRDefault="0085314B" w:rsidP="00B379AA">
      <w:pPr>
        <w:pStyle w:val="Akapitzlist"/>
        <w:numPr>
          <w:ilvl w:val="0"/>
          <w:numId w:val="45"/>
        </w:numPr>
        <w:rPr>
          <w:rFonts w:asciiTheme="majorHAnsi" w:hAnsiTheme="majorHAnsi" w:cstheme="majorHAnsi"/>
        </w:rPr>
      </w:pPr>
      <w:r w:rsidRPr="00B379AA">
        <w:rPr>
          <w:rFonts w:asciiTheme="majorHAnsi" w:hAnsiTheme="majorHAnsi" w:cstheme="majorHAnsi"/>
        </w:rPr>
        <w:t xml:space="preserve">ustalenia ostatecznych warunków </w:t>
      </w:r>
      <w:r w:rsidR="007830A0" w:rsidRPr="00B379AA">
        <w:rPr>
          <w:rFonts w:asciiTheme="majorHAnsi" w:hAnsiTheme="majorHAnsi" w:cstheme="majorHAnsi"/>
        </w:rPr>
        <w:t xml:space="preserve">zakupu </w:t>
      </w:r>
      <w:r w:rsidRPr="00B379AA">
        <w:rPr>
          <w:rFonts w:asciiTheme="majorHAnsi" w:hAnsiTheme="majorHAnsi" w:cstheme="majorHAnsi"/>
        </w:rPr>
        <w:t>poprzez prowadzenie negocjacji;</w:t>
      </w:r>
    </w:p>
    <w:p w14:paraId="16E5862E" w14:textId="77777777" w:rsidR="007830A0" w:rsidRPr="009A24AD" w:rsidRDefault="007830A0" w:rsidP="007830A0">
      <w:pPr>
        <w:jc w:val="left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lastRenderedPageBreak/>
        <w:t>I Przedmiot zamówienia</w:t>
      </w:r>
    </w:p>
    <w:p w14:paraId="2C9F15D1" w14:textId="0C3E9830" w:rsidR="007830A0" w:rsidRDefault="007830A0" w:rsidP="007830A0">
      <w:pPr>
        <w:jc w:val="left"/>
        <w:rPr>
          <w:rFonts w:asciiTheme="majorHAnsi" w:hAnsiTheme="majorHAnsi" w:cstheme="majorHAnsi"/>
          <w:bCs/>
        </w:rPr>
      </w:pPr>
      <w:r w:rsidRPr="001D7380">
        <w:rPr>
          <w:rFonts w:asciiTheme="majorHAnsi" w:hAnsiTheme="majorHAnsi" w:cstheme="majorHAnsi"/>
          <w:bCs/>
        </w:rPr>
        <w:t xml:space="preserve">Przedmiotem zamówienia jest </w:t>
      </w:r>
      <w:r w:rsidRPr="007830A0">
        <w:rPr>
          <w:rFonts w:asciiTheme="majorHAnsi" w:hAnsiTheme="majorHAnsi" w:cstheme="majorHAnsi"/>
          <w:bCs/>
        </w:rPr>
        <w:t>przedstawienie oferty dla  fabrycznie now</w:t>
      </w:r>
      <w:r>
        <w:rPr>
          <w:rFonts w:asciiTheme="majorHAnsi" w:hAnsiTheme="majorHAnsi" w:cstheme="majorHAnsi"/>
          <w:bCs/>
        </w:rPr>
        <w:t>ego</w:t>
      </w:r>
      <w:r w:rsidRPr="007830A0">
        <w:rPr>
          <w:rFonts w:asciiTheme="majorHAnsi" w:hAnsiTheme="majorHAnsi" w:cstheme="majorHAnsi"/>
          <w:bCs/>
        </w:rPr>
        <w:t>, komplet</w:t>
      </w:r>
      <w:r>
        <w:rPr>
          <w:rFonts w:asciiTheme="majorHAnsi" w:hAnsiTheme="majorHAnsi" w:cstheme="majorHAnsi"/>
          <w:bCs/>
        </w:rPr>
        <w:t>nego</w:t>
      </w:r>
      <w:r w:rsidRPr="007830A0">
        <w:rPr>
          <w:rFonts w:asciiTheme="majorHAnsi" w:hAnsiTheme="majorHAnsi" w:cstheme="majorHAnsi"/>
          <w:bCs/>
        </w:rPr>
        <w:t>, woln</w:t>
      </w:r>
      <w:r>
        <w:rPr>
          <w:rFonts w:asciiTheme="majorHAnsi" w:hAnsiTheme="majorHAnsi" w:cstheme="majorHAnsi"/>
          <w:bCs/>
        </w:rPr>
        <w:t>ego</w:t>
      </w:r>
      <w:r w:rsidRPr="007830A0">
        <w:rPr>
          <w:rFonts w:asciiTheme="majorHAnsi" w:hAnsiTheme="majorHAnsi" w:cstheme="majorHAnsi"/>
          <w:bCs/>
        </w:rPr>
        <w:t xml:space="preserve"> od wad </w:t>
      </w:r>
      <w:r>
        <w:rPr>
          <w:rFonts w:asciiTheme="majorHAnsi" w:hAnsiTheme="majorHAnsi" w:cstheme="majorHAnsi"/>
          <w:bCs/>
        </w:rPr>
        <w:t>sprzętu gastronomicznego, zgodnego ze specyfikacją.</w:t>
      </w:r>
    </w:p>
    <w:p w14:paraId="32502126" w14:textId="48E7BF84" w:rsidR="00B379AA" w:rsidRDefault="00B379AA" w:rsidP="007830A0">
      <w:pPr>
        <w:jc w:val="left"/>
        <w:rPr>
          <w:rFonts w:asciiTheme="majorHAnsi" w:hAnsiTheme="majorHAnsi" w:cstheme="majorHAnsi"/>
          <w:bCs/>
        </w:rPr>
      </w:pPr>
      <w:r w:rsidRPr="00B379AA">
        <w:rPr>
          <w:rFonts w:asciiTheme="majorHAnsi" w:hAnsiTheme="majorHAnsi" w:cstheme="majorHAnsi"/>
          <w:bCs/>
        </w:rPr>
        <w:t>Kryterium wyboru oparte jest o wskazaną cenę oraz czas realizacji zamówienia, tak więc w Państwa ofercie prosimy o zawarcie następujących informacji:</w:t>
      </w:r>
    </w:p>
    <w:p w14:paraId="5D059B2F" w14:textId="54CFD9C0" w:rsidR="00B379AA" w:rsidRPr="00B379AA" w:rsidRDefault="00B379AA" w:rsidP="00B379AA">
      <w:pPr>
        <w:pStyle w:val="Akapitzlist"/>
        <w:numPr>
          <w:ilvl w:val="0"/>
          <w:numId w:val="46"/>
        </w:numPr>
        <w:jc w:val="left"/>
        <w:rPr>
          <w:rFonts w:asciiTheme="majorHAnsi" w:hAnsiTheme="majorHAnsi" w:cstheme="majorHAnsi"/>
          <w:bCs/>
        </w:rPr>
      </w:pPr>
      <w:r w:rsidRPr="00B379AA">
        <w:rPr>
          <w:rFonts w:asciiTheme="majorHAnsi" w:hAnsiTheme="majorHAnsi" w:cstheme="majorHAnsi"/>
          <w:bCs/>
        </w:rPr>
        <w:t>Termin realizacji zamówienia,</w:t>
      </w:r>
    </w:p>
    <w:p w14:paraId="0CCD39C2" w14:textId="4F065C22" w:rsidR="00B379AA" w:rsidRDefault="00B379AA" w:rsidP="00B379AA">
      <w:pPr>
        <w:pStyle w:val="Akapitzlist"/>
        <w:numPr>
          <w:ilvl w:val="0"/>
          <w:numId w:val="46"/>
        </w:numPr>
        <w:jc w:val="left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</w:t>
      </w:r>
      <w:r w:rsidRPr="00B379AA">
        <w:rPr>
          <w:rFonts w:asciiTheme="majorHAnsi" w:hAnsiTheme="majorHAnsi" w:cstheme="majorHAnsi"/>
          <w:bCs/>
        </w:rPr>
        <w:t>ena zakupu</w:t>
      </w:r>
    </w:p>
    <w:p w14:paraId="7BC5B719" w14:textId="51A96809" w:rsidR="00B379AA" w:rsidRPr="00B379AA" w:rsidRDefault="00B379AA" w:rsidP="00B379AA">
      <w:pPr>
        <w:jc w:val="left"/>
        <w:rPr>
          <w:rFonts w:asciiTheme="majorHAnsi" w:hAnsiTheme="majorHAnsi" w:cstheme="majorHAnsi"/>
          <w:b/>
          <w:bCs/>
        </w:rPr>
      </w:pPr>
      <w:r w:rsidRPr="00B379AA">
        <w:rPr>
          <w:rFonts w:asciiTheme="majorHAnsi" w:hAnsiTheme="majorHAnsi" w:cstheme="majorHAnsi"/>
          <w:b/>
          <w:bCs/>
        </w:rPr>
        <w:t>II Specyfikacja</w:t>
      </w:r>
    </w:p>
    <w:p w14:paraId="35778A7E" w14:textId="699CC67E" w:rsidR="003B529A" w:rsidRPr="00317567" w:rsidRDefault="00695F74" w:rsidP="00695F74">
      <w:pPr>
        <w:ind w:left="-567" w:firstLine="283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 wp14:anchorId="481817CB" wp14:editId="1F0534F5">
            <wp:extent cx="6629400" cy="1626832"/>
            <wp:effectExtent l="0" t="0" r="0" b="0"/>
            <wp:docPr id="99590925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714" cy="1632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C9EE52" w14:textId="77777777" w:rsidR="00317567" w:rsidRDefault="00A83BB8" w:rsidP="00B379AA">
      <w:pPr>
        <w:jc w:val="left"/>
        <w:rPr>
          <w:rFonts w:asciiTheme="majorHAnsi" w:hAnsiTheme="majorHAnsi" w:cstheme="majorHAnsi"/>
          <w:b/>
        </w:rPr>
      </w:pPr>
      <w:r w:rsidRPr="00A83BB8">
        <w:rPr>
          <w:rFonts w:asciiTheme="majorHAnsi" w:hAnsiTheme="majorHAnsi" w:cstheme="majorHAnsi"/>
          <w:b/>
        </w:rPr>
        <w:t xml:space="preserve">III </w:t>
      </w:r>
      <w:r w:rsidR="003E0A58" w:rsidRPr="00A83BB8">
        <w:rPr>
          <w:rFonts w:asciiTheme="majorHAnsi" w:hAnsiTheme="majorHAnsi" w:cstheme="majorHAnsi"/>
          <w:b/>
        </w:rPr>
        <w:t>Warunki ofertowania</w:t>
      </w:r>
    </w:p>
    <w:p w14:paraId="18C4FDBB" w14:textId="77777777" w:rsidR="00317567" w:rsidRPr="00317567" w:rsidRDefault="003E0A58" w:rsidP="00B379AA">
      <w:pPr>
        <w:pStyle w:val="Akapitzlist"/>
        <w:numPr>
          <w:ilvl w:val="0"/>
          <w:numId w:val="47"/>
        </w:num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Cs/>
        </w:rPr>
        <w:t xml:space="preserve">Oczekujemy zagwarantowania cen co najmniej do końca </w:t>
      </w:r>
      <w:r w:rsidR="00A83BB8" w:rsidRPr="00317567">
        <w:rPr>
          <w:rFonts w:asciiTheme="majorHAnsi" w:hAnsiTheme="majorHAnsi" w:cstheme="majorHAnsi"/>
          <w:bCs/>
        </w:rPr>
        <w:t>kwietnia</w:t>
      </w:r>
      <w:r w:rsidR="001335ED" w:rsidRPr="00317567">
        <w:rPr>
          <w:rFonts w:asciiTheme="majorHAnsi" w:hAnsiTheme="majorHAnsi" w:cstheme="majorHAnsi"/>
          <w:bCs/>
        </w:rPr>
        <w:t xml:space="preserve"> </w:t>
      </w:r>
      <w:r w:rsidR="009A1FB4" w:rsidRPr="00317567">
        <w:rPr>
          <w:rFonts w:asciiTheme="majorHAnsi" w:hAnsiTheme="majorHAnsi" w:cstheme="majorHAnsi"/>
          <w:bCs/>
        </w:rPr>
        <w:t>202</w:t>
      </w:r>
      <w:r w:rsidR="00A83BB8" w:rsidRPr="00317567">
        <w:rPr>
          <w:rFonts w:asciiTheme="majorHAnsi" w:hAnsiTheme="majorHAnsi" w:cstheme="majorHAnsi"/>
          <w:bCs/>
        </w:rPr>
        <w:t>5</w:t>
      </w:r>
      <w:r w:rsidRPr="00317567">
        <w:rPr>
          <w:rFonts w:asciiTheme="majorHAnsi" w:hAnsiTheme="majorHAnsi" w:cstheme="majorHAnsi"/>
          <w:bCs/>
        </w:rPr>
        <w:t xml:space="preserve"> roku.</w:t>
      </w:r>
    </w:p>
    <w:p w14:paraId="0F2CD079" w14:textId="77777777" w:rsidR="00317567" w:rsidRPr="00317567" w:rsidRDefault="003E0A58" w:rsidP="00B379AA">
      <w:pPr>
        <w:pStyle w:val="Akapitzlist"/>
        <w:numPr>
          <w:ilvl w:val="0"/>
          <w:numId w:val="47"/>
        </w:num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Cs/>
        </w:rPr>
        <w:t>Zapytanie ofertowe nie jest podstawą do żadnych roszczeń w stosunku do Osadkowski Sp. z o.o</w:t>
      </w:r>
    </w:p>
    <w:p w14:paraId="1F20F6A8" w14:textId="77777777" w:rsidR="00317567" w:rsidRPr="00317567" w:rsidRDefault="003E0A58" w:rsidP="00B379AA">
      <w:pPr>
        <w:pStyle w:val="Akapitzlist"/>
        <w:numPr>
          <w:ilvl w:val="0"/>
          <w:numId w:val="47"/>
        </w:num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Cs/>
        </w:rPr>
        <w:t>Wydatki poniesione przez Oferenta w związku z przygotowaniem i odpowiedzią na zapytanie ofertowe nie są zwracane przez Zamawiającego.</w:t>
      </w:r>
    </w:p>
    <w:p w14:paraId="33BE5512" w14:textId="77777777" w:rsidR="00317567" w:rsidRPr="00317567" w:rsidRDefault="003E0A58" w:rsidP="00B379AA">
      <w:pPr>
        <w:pStyle w:val="Akapitzlist"/>
        <w:numPr>
          <w:ilvl w:val="0"/>
          <w:numId w:val="47"/>
        </w:num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Cs/>
        </w:rPr>
        <w:t>Osadkowski Sp. z o.o. zastrzega sobie prawo do wycofania zapytania ofertowego w dowolnym czasie.</w:t>
      </w:r>
    </w:p>
    <w:p w14:paraId="0005CD97" w14:textId="2A86516D" w:rsidR="00A643F0" w:rsidRPr="00695F74" w:rsidRDefault="006A59AD" w:rsidP="00B379AA">
      <w:pPr>
        <w:pStyle w:val="Akapitzlist"/>
        <w:numPr>
          <w:ilvl w:val="0"/>
          <w:numId w:val="47"/>
        </w:num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Cs/>
        </w:rPr>
        <w:t>Dostawa na adres: Hotel Jakubus , Jakubowice 36, 46-113 Wilków (Woj. Opolskie)</w:t>
      </w:r>
    </w:p>
    <w:p w14:paraId="1CFC92E6" w14:textId="1C6CFF62" w:rsidR="003B529A" w:rsidRPr="00317567" w:rsidRDefault="00317567" w:rsidP="00B379AA">
      <w:pPr>
        <w:jc w:val="left"/>
        <w:rPr>
          <w:rFonts w:asciiTheme="majorHAnsi" w:hAnsiTheme="majorHAnsi" w:cstheme="majorHAnsi"/>
          <w:b/>
        </w:rPr>
      </w:pPr>
      <w:r w:rsidRPr="00317567">
        <w:rPr>
          <w:rFonts w:asciiTheme="majorHAnsi" w:hAnsiTheme="majorHAnsi" w:cstheme="majorHAnsi"/>
          <w:b/>
        </w:rPr>
        <w:t xml:space="preserve">IV </w:t>
      </w:r>
      <w:r w:rsidR="001335ED" w:rsidRPr="00317567">
        <w:rPr>
          <w:rFonts w:asciiTheme="majorHAnsi" w:hAnsiTheme="majorHAnsi" w:cstheme="majorHAnsi"/>
          <w:b/>
        </w:rPr>
        <w:t>Wymagania formalne</w:t>
      </w:r>
    </w:p>
    <w:p w14:paraId="563CFA63" w14:textId="0862BF43" w:rsidR="001335ED" w:rsidRPr="00317567" w:rsidRDefault="004D04D2" w:rsidP="00317567">
      <w:pPr>
        <w:pStyle w:val="Akapitzlist"/>
        <w:numPr>
          <w:ilvl w:val="0"/>
          <w:numId w:val="48"/>
        </w:numPr>
        <w:jc w:val="left"/>
        <w:rPr>
          <w:rFonts w:asciiTheme="majorHAnsi" w:hAnsiTheme="majorHAnsi" w:cstheme="majorHAnsi"/>
          <w:bCs/>
        </w:rPr>
      </w:pPr>
      <w:r w:rsidRPr="00317567">
        <w:rPr>
          <w:rFonts w:asciiTheme="majorHAnsi" w:hAnsiTheme="majorHAnsi" w:cstheme="majorHAnsi"/>
          <w:bCs/>
        </w:rPr>
        <w:t>Oferta wraz z</w:t>
      </w:r>
      <w:r w:rsidR="001335ED" w:rsidRPr="00317567">
        <w:rPr>
          <w:rFonts w:asciiTheme="majorHAnsi" w:hAnsiTheme="majorHAnsi" w:cstheme="majorHAnsi"/>
          <w:bCs/>
        </w:rPr>
        <w:t xml:space="preserve"> załącznik</w:t>
      </w:r>
      <w:r w:rsidRPr="00317567">
        <w:rPr>
          <w:rFonts w:asciiTheme="majorHAnsi" w:hAnsiTheme="majorHAnsi" w:cstheme="majorHAnsi"/>
          <w:bCs/>
        </w:rPr>
        <w:t>ami</w:t>
      </w:r>
      <w:r w:rsidR="001335ED" w:rsidRPr="00317567">
        <w:rPr>
          <w:rFonts w:asciiTheme="majorHAnsi" w:hAnsiTheme="majorHAnsi" w:cstheme="majorHAnsi"/>
          <w:bCs/>
        </w:rPr>
        <w:t> </w:t>
      </w:r>
      <w:r w:rsidRPr="00317567">
        <w:rPr>
          <w:rFonts w:asciiTheme="majorHAnsi" w:hAnsiTheme="majorHAnsi" w:cstheme="majorHAnsi"/>
          <w:bCs/>
        </w:rPr>
        <w:t>dot. specyfikacji produktu</w:t>
      </w:r>
    </w:p>
    <w:p w14:paraId="7C5E8147" w14:textId="377A5D79" w:rsidR="001335ED" w:rsidRPr="00317567" w:rsidRDefault="001335ED" w:rsidP="00317567">
      <w:pPr>
        <w:pStyle w:val="Akapitzlist"/>
        <w:numPr>
          <w:ilvl w:val="0"/>
          <w:numId w:val="48"/>
        </w:numPr>
        <w:jc w:val="left"/>
        <w:rPr>
          <w:rFonts w:asciiTheme="majorHAnsi" w:hAnsiTheme="majorHAnsi" w:cstheme="majorHAnsi"/>
          <w:bCs/>
        </w:rPr>
      </w:pPr>
      <w:r w:rsidRPr="00317567">
        <w:rPr>
          <w:rFonts w:asciiTheme="majorHAnsi" w:hAnsiTheme="majorHAnsi" w:cstheme="majorHAnsi"/>
          <w:bCs/>
        </w:rPr>
        <w:t>Oferta powinna zawierać informacje:</w:t>
      </w:r>
    </w:p>
    <w:p w14:paraId="50926E6A" w14:textId="153950AF" w:rsidR="001335ED" w:rsidRPr="00B379AA" w:rsidRDefault="001335ED" w:rsidP="00317567">
      <w:pPr>
        <w:ind w:firstLine="709"/>
        <w:jc w:val="left"/>
        <w:rPr>
          <w:rFonts w:asciiTheme="majorHAnsi" w:hAnsiTheme="majorHAnsi" w:cstheme="majorHAnsi"/>
          <w:bCs/>
        </w:rPr>
      </w:pPr>
      <w:r w:rsidRPr="00B379AA">
        <w:rPr>
          <w:rFonts w:asciiTheme="majorHAnsi" w:hAnsiTheme="majorHAnsi" w:cstheme="majorHAnsi"/>
          <w:bCs/>
        </w:rPr>
        <w:t>a) Nazwa firmy,</w:t>
      </w:r>
    </w:p>
    <w:p w14:paraId="1CA2A875" w14:textId="4D1175B0" w:rsidR="001335ED" w:rsidRPr="00B379AA" w:rsidRDefault="001335ED" w:rsidP="00317567">
      <w:pPr>
        <w:ind w:firstLine="709"/>
        <w:jc w:val="left"/>
        <w:rPr>
          <w:rFonts w:asciiTheme="majorHAnsi" w:hAnsiTheme="majorHAnsi" w:cstheme="majorHAnsi"/>
          <w:bCs/>
        </w:rPr>
      </w:pPr>
      <w:r w:rsidRPr="00B379AA">
        <w:rPr>
          <w:rFonts w:asciiTheme="majorHAnsi" w:hAnsiTheme="majorHAnsi" w:cstheme="majorHAnsi"/>
          <w:bCs/>
        </w:rPr>
        <w:t>b) Adres siedziby,</w:t>
      </w:r>
    </w:p>
    <w:p w14:paraId="6056B02F" w14:textId="28B13D54" w:rsidR="001335ED" w:rsidRPr="00B379AA" w:rsidRDefault="001335ED" w:rsidP="00317567">
      <w:pPr>
        <w:ind w:firstLine="709"/>
        <w:jc w:val="left"/>
        <w:rPr>
          <w:rFonts w:asciiTheme="majorHAnsi" w:hAnsiTheme="majorHAnsi" w:cstheme="majorHAnsi"/>
          <w:bCs/>
        </w:rPr>
      </w:pPr>
      <w:r w:rsidRPr="00B379AA">
        <w:rPr>
          <w:rFonts w:asciiTheme="majorHAnsi" w:hAnsiTheme="majorHAnsi" w:cstheme="majorHAnsi"/>
          <w:bCs/>
        </w:rPr>
        <w:t>c) </w:t>
      </w:r>
      <w:r w:rsidR="00695F74">
        <w:rPr>
          <w:rFonts w:asciiTheme="majorHAnsi" w:hAnsiTheme="majorHAnsi" w:cstheme="majorHAnsi"/>
          <w:bCs/>
        </w:rPr>
        <w:t>Dane kontaktowe</w:t>
      </w:r>
      <w:r w:rsidRPr="00B379AA">
        <w:rPr>
          <w:rFonts w:asciiTheme="majorHAnsi" w:hAnsiTheme="majorHAnsi" w:cstheme="majorHAnsi"/>
          <w:bCs/>
        </w:rPr>
        <w:t xml:space="preserve"> osoby odpowiedzialnej za przygotowanie oferty.</w:t>
      </w:r>
    </w:p>
    <w:p w14:paraId="5B9AABA6" w14:textId="51E3B49E" w:rsidR="001335ED" w:rsidRPr="00695F74" w:rsidRDefault="001335ED" w:rsidP="00B379AA">
      <w:pPr>
        <w:pStyle w:val="Akapitzlist"/>
        <w:numPr>
          <w:ilvl w:val="0"/>
          <w:numId w:val="49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Warunki zamówienia</w:t>
      </w:r>
      <w:r w:rsidR="00695F74">
        <w:rPr>
          <w:rFonts w:asciiTheme="majorHAnsi" w:hAnsiTheme="majorHAnsi" w:cstheme="majorHAnsi"/>
          <w:bCs/>
        </w:rPr>
        <w:t xml:space="preserve"> </w:t>
      </w:r>
      <w:r w:rsidR="00695F74" w:rsidRPr="00695F74">
        <w:rPr>
          <w:rFonts w:asciiTheme="majorHAnsi" w:hAnsiTheme="majorHAnsi" w:cstheme="majorHAnsi"/>
          <w:bCs/>
        </w:rPr>
        <w:sym w:font="Wingdings" w:char="F0E0"/>
      </w:r>
      <w:r w:rsidRPr="00695F74">
        <w:rPr>
          <w:rFonts w:asciiTheme="majorHAnsi" w:hAnsiTheme="majorHAnsi" w:cstheme="majorHAnsi"/>
          <w:bCs/>
        </w:rPr>
        <w:t>zamówienie składane pocztą elektroniczną.</w:t>
      </w:r>
    </w:p>
    <w:p w14:paraId="731C335D" w14:textId="1EF5F745" w:rsidR="001335ED" w:rsidRPr="00695F74" w:rsidRDefault="001335ED" w:rsidP="00695F74">
      <w:pPr>
        <w:pStyle w:val="Akapitzlist"/>
        <w:numPr>
          <w:ilvl w:val="0"/>
          <w:numId w:val="49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Kryteria oceny</w:t>
      </w:r>
    </w:p>
    <w:p w14:paraId="61BEAA95" w14:textId="77777777" w:rsidR="00695F74" w:rsidRDefault="001335ED" w:rsidP="00B379AA">
      <w:pPr>
        <w:pStyle w:val="Akapitzlist"/>
        <w:numPr>
          <w:ilvl w:val="0"/>
          <w:numId w:val="51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Cena,</w:t>
      </w:r>
    </w:p>
    <w:p w14:paraId="1757BE14" w14:textId="77777777" w:rsidR="00695F74" w:rsidRDefault="001335ED" w:rsidP="00B379AA">
      <w:pPr>
        <w:pStyle w:val="Akapitzlist"/>
        <w:numPr>
          <w:ilvl w:val="0"/>
          <w:numId w:val="51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Termin dostaw,</w:t>
      </w:r>
    </w:p>
    <w:p w14:paraId="0CDD4E26" w14:textId="5132724C" w:rsidR="001335ED" w:rsidRPr="00695F74" w:rsidRDefault="004D04D2" w:rsidP="00B379AA">
      <w:pPr>
        <w:pStyle w:val="Akapitzlist"/>
        <w:numPr>
          <w:ilvl w:val="0"/>
          <w:numId w:val="51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Koszty dostawy</w:t>
      </w:r>
      <w:r w:rsidR="001335ED" w:rsidRPr="00695F74">
        <w:rPr>
          <w:rFonts w:asciiTheme="majorHAnsi" w:hAnsiTheme="majorHAnsi" w:cstheme="majorHAnsi"/>
          <w:bCs/>
        </w:rPr>
        <w:t>.</w:t>
      </w:r>
    </w:p>
    <w:p w14:paraId="31607704" w14:textId="77777777" w:rsidR="00695F74" w:rsidRDefault="00D12642" w:rsidP="00B379AA">
      <w:pPr>
        <w:pStyle w:val="Akapitzlist"/>
        <w:numPr>
          <w:ilvl w:val="0"/>
          <w:numId w:val="52"/>
        </w:numPr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Termin składania ofert</w:t>
      </w:r>
      <w:r w:rsidR="00695F74">
        <w:rPr>
          <w:rFonts w:asciiTheme="majorHAnsi" w:hAnsiTheme="majorHAnsi" w:cstheme="majorHAnsi"/>
          <w:bCs/>
        </w:rPr>
        <w:t xml:space="preserve">: </w:t>
      </w:r>
      <w:r w:rsidR="00695F74" w:rsidRPr="00695F74">
        <w:rPr>
          <w:rFonts w:asciiTheme="majorHAnsi" w:hAnsiTheme="majorHAnsi" w:cstheme="majorHAnsi"/>
          <w:b/>
        </w:rPr>
        <w:t>17</w:t>
      </w:r>
      <w:r w:rsidR="009A1FB4" w:rsidRPr="00695F74">
        <w:rPr>
          <w:rFonts w:asciiTheme="majorHAnsi" w:hAnsiTheme="majorHAnsi" w:cstheme="majorHAnsi"/>
          <w:b/>
        </w:rPr>
        <w:t>.0</w:t>
      </w:r>
      <w:r w:rsidR="00695F74" w:rsidRPr="00695F74">
        <w:rPr>
          <w:rFonts w:asciiTheme="majorHAnsi" w:hAnsiTheme="majorHAnsi" w:cstheme="majorHAnsi"/>
          <w:b/>
        </w:rPr>
        <w:t>3</w:t>
      </w:r>
      <w:r w:rsidR="009A1FB4" w:rsidRPr="00695F74">
        <w:rPr>
          <w:rFonts w:asciiTheme="majorHAnsi" w:hAnsiTheme="majorHAnsi" w:cstheme="majorHAnsi"/>
          <w:b/>
        </w:rPr>
        <w:t>.202</w:t>
      </w:r>
      <w:r w:rsidR="00695F74" w:rsidRPr="00695F74">
        <w:rPr>
          <w:rFonts w:asciiTheme="majorHAnsi" w:hAnsiTheme="majorHAnsi" w:cstheme="majorHAnsi"/>
          <w:b/>
        </w:rPr>
        <w:t>5</w:t>
      </w:r>
      <w:r w:rsidR="0065427D" w:rsidRPr="00695F74">
        <w:rPr>
          <w:rFonts w:asciiTheme="majorHAnsi" w:hAnsiTheme="majorHAnsi" w:cstheme="majorHAnsi"/>
          <w:b/>
        </w:rPr>
        <w:t>.</w:t>
      </w:r>
      <w:r w:rsidRPr="00695F74">
        <w:rPr>
          <w:rFonts w:asciiTheme="majorHAnsi" w:hAnsiTheme="majorHAnsi" w:cstheme="majorHAnsi"/>
          <w:b/>
        </w:rPr>
        <w:t>, godzina 10.00</w:t>
      </w:r>
      <w:r w:rsidR="00695F74" w:rsidRPr="00695F74">
        <w:rPr>
          <w:rFonts w:asciiTheme="majorHAnsi" w:hAnsiTheme="majorHAnsi" w:cstheme="majorHAnsi"/>
          <w:bCs/>
        </w:rPr>
        <w:t xml:space="preserve"> </w:t>
      </w:r>
    </w:p>
    <w:p w14:paraId="33CFF725" w14:textId="647681DA" w:rsidR="002E155F" w:rsidRPr="00695F74" w:rsidRDefault="001335ED" w:rsidP="00695F74">
      <w:pPr>
        <w:ind w:left="360"/>
        <w:jc w:val="left"/>
        <w:rPr>
          <w:rFonts w:asciiTheme="majorHAnsi" w:hAnsiTheme="majorHAnsi" w:cstheme="majorHAnsi"/>
          <w:bCs/>
        </w:rPr>
      </w:pPr>
      <w:r w:rsidRPr="00695F74">
        <w:rPr>
          <w:rFonts w:asciiTheme="majorHAnsi" w:hAnsiTheme="majorHAnsi" w:cstheme="majorHAnsi"/>
          <w:bCs/>
        </w:rPr>
        <w:t>W przypadku pytań do przedmiotu zapytania należy je przesyłać za pomocą platformy zakupowej.</w:t>
      </w:r>
    </w:p>
    <w:sectPr w:rsidR="002E155F" w:rsidRPr="00695F74" w:rsidSect="00CA24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10" w:bottom="1440" w:left="1418" w:header="1701" w:footer="15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F80B" w14:textId="77777777" w:rsidR="00A04F97" w:rsidRDefault="00A04F97" w:rsidP="009249F2">
      <w:r>
        <w:separator/>
      </w:r>
    </w:p>
    <w:p w14:paraId="278E773E" w14:textId="77777777" w:rsidR="00A04F97" w:rsidRDefault="00A04F97" w:rsidP="009249F2"/>
    <w:p w14:paraId="1F8156AC" w14:textId="77777777" w:rsidR="00A04F97" w:rsidRDefault="00A04F97" w:rsidP="009249F2"/>
  </w:endnote>
  <w:endnote w:type="continuationSeparator" w:id="0">
    <w:p w14:paraId="154B1A94" w14:textId="77777777" w:rsidR="00A04F97" w:rsidRDefault="00A04F97" w:rsidP="009249F2">
      <w:r>
        <w:continuationSeparator/>
      </w:r>
    </w:p>
    <w:p w14:paraId="7D4768E4" w14:textId="77777777" w:rsidR="00A04F97" w:rsidRDefault="00A04F97" w:rsidP="009249F2"/>
    <w:p w14:paraId="378FFDD2" w14:textId="77777777" w:rsidR="00A04F97" w:rsidRDefault="00A04F97" w:rsidP="009249F2"/>
  </w:endnote>
  <w:endnote w:type="continuationNotice" w:id="1">
    <w:p w14:paraId="3EDDB648" w14:textId="77777777" w:rsidR="00A04F97" w:rsidRDefault="00A04F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Lato Light">
    <w:altName w:val="Calibri Light"/>
    <w:charset w:val="00"/>
    <w:family w:val="swiss"/>
    <w:pitch w:val="variable"/>
    <w:sig w:usb0="E10002FF" w:usb1="5000ECFF" w:usb2="00000021" w:usb3="00000000" w:csb0="0000019F" w:csb1="00000000"/>
  </w:font>
  <w:font w:name="Lato Heavy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Lato SemiBold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28200644"/>
      <w:docPartObj>
        <w:docPartGallery w:val="Page Numbers (Bottom of Page)"/>
        <w:docPartUnique/>
      </w:docPartObj>
    </w:sdtPr>
    <w:sdtContent>
      <w:p w14:paraId="1AADB508" w14:textId="77777777" w:rsidR="004B0D6E" w:rsidRDefault="004B0D6E" w:rsidP="00A42C54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506BC97" w14:textId="77777777" w:rsidR="004B0D6E" w:rsidRDefault="004B0D6E" w:rsidP="00A42C54">
    <w:pPr>
      <w:pStyle w:val="Stopka"/>
    </w:pPr>
  </w:p>
  <w:p w14:paraId="3E7DA7AD" w14:textId="77777777" w:rsidR="00187DFF" w:rsidRDefault="00187DFF" w:rsidP="009249F2"/>
  <w:p w14:paraId="759661E0" w14:textId="77777777" w:rsidR="0064041D" w:rsidRDefault="0064041D" w:rsidP="009249F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97936" w14:textId="1417B76E" w:rsidR="000D35AE" w:rsidRDefault="00F76B87" w:rsidP="00A42C54">
    <w:pPr>
      <w:pStyle w:val="Stopka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BAF8691" wp14:editId="65DAC3BE">
              <wp:simplePos x="0" y="0"/>
              <wp:positionH relativeFrom="page">
                <wp:posOffset>6834477</wp:posOffset>
              </wp:positionH>
              <wp:positionV relativeFrom="page">
                <wp:posOffset>9897414</wp:posOffset>
              </wp:positionV>
              <wp:extent cx="457200" cy="2736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27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Numerstrony"/>
                              <w:color w:val="A6A6A6" w:themeColor="background1" w:themeShade="A6"/>
                              <w:sz w:val="16"/>
                              <w:szCs w:val="16"/>
                            </w:rPr>
                            <w:id w:val="16699203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strony"/>
                              <w:rFonts w:ascii="Lato" w:hAnsi="Lato"/>
                            </w:rPr>
                          </w:sdtEndPr>
                          <w:sdtContent>
                            <w:p w14:paraId="14EBE528" w14:textId="55594202" w:rsidR="00A42C54" w:rsidRPr="00A42C54" w:rsidRDefault="00A42C54" w:rsidP="00A42C54">
                              <w:pPr>
                                <w:pStyle w:val="Stopka2"/>
                                <w:rPr>
                                  <w:rStyle w:val="Numerstrony"/>
                                  <w:color w:val="A6A6A6" w:themeColor="background1" w:themeShade="A6"/>
                                  <w:sz w:val="16"/>
                                  <w:szCs w:val="16"/>
                                </w:rPr>
                              </w:pPr>
                              <w:r w:rsidRPr="00A42C54">
                                <w:rPr>
                                  <w:color w:val="A6A6A6" w:themeColor="background1" w:themeShade="A6"/>
                                  <w:w w:val="140"/>
                                  <w:sz w:val="16"/>
                                  <w:szCs w:val="16"/>
                                </w:rPr>
                                <w:t> </w:t>
                              </w:r>
                              <w:r w:rsidRPr="00492ED3">
                                <w:rPr>
                                  <w:b/>
                                  <w:bCs/>
                                  <w:color w:val="E77D33" w:themeColor="accent1"/>
                                  <w:sz w:val="16"/>
                                  <w:szCs w:val="16"/>
                                </w:rPr>
                                <w:t>|</w:t>
                              </w:r>
                              <w:r w:rsidRPr="00677C49">
                                <w:rPr>
                                  <w:color w:val="A6A6A6" w:themeColor="background1" w:themeShade="A6"/>
                                  <w:w w:val="140"/>
                                  <w:sz w:val="20"/>
                                  <w:szCs w:val="16"/>
                                </w:rPr>
                                <w:t xml:space="preserve"> </w:t>
                              </w:r>
                              <w:r w:rsidRPr="00677C49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8"/>
                                  <w:szCs w:val="14"/>
                                </w:rPr>
                                <w:fldChar w:fldCharType="begin"/>
                              </w:r>
                              <w:r w:rsidRPr="00677C49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8"/>
                                  <w:szCs w:val="14"/>
                                </w:rPr>
                                <w:instrText xml:space="preserve"> PAGE </w:instrText>
                              </w:r>
                              <w:r w:rsidRPr="00677C49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8"/>
                                  <w:szCs w:val="14"/>
                                </w:rPr>
                                <w:fldChar w:fldCharType="separate"/>
                              </w:r>
                              <w:r w:rsidR="0019006B">
                                <w:rPr>
                                  <w:rStyle w:val="Numerstrony"/>
                                  <w:rFonts w:ascii="Lato" w:hAnsi="Lato"/>
                                  <w:noProof/>
                                  <w:color w:val="005F34" w:themeColor="text2"/>
                                  <w:sz w:val="18"/>
                                  <w:szCs w:val="14"/>
                                </w:rPr>
                                <w:t>3</w:t>
                              </w:r>
                              <w:r w:rsidRPr="00677C49">
                                <w:rPr>
                                  <w:rStyle w:val="Numerstrony"/>
                                  <w:rFonts w:ascii="Lato" w:hAnsi="Lato"/>
                                  <w:color w:val="005F34" w:themeColor="text2"/>
                                  <w:sz w:val="18"/>
                                  <w:szCs w:val="1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8C2E7BA" w14:textId="77777777" w:rsidR="00A42C54" w:rsidRPr="00A42C54" w:rsidRDefault="00A42C54" w:rsidP="00A42C54">
                          <w:pPr>
                            <w:pStyle w:val="Stopka2"/>
                            <w:rPr>
                              <w:color w:val="A6A6A6" w:themeColor="background1" w:themeShade="A6"/>
                            </w:rPr>
                          </w:pPr>
                        </w:p>
                        <w:p w14:paraId="2840AD41" w14:textId="77777777" w:rsidR="00A42C54" w:rsidRPr="00A42C54" w:rsidRDefault="00A42C54" w:rsidP="00A42C54">
                          <w:pPr>
                            <w:rPr>
                              <w:color w:val="A6A6A6" w:themeColor="background1" w:themeShade="A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F869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38.15pt;margin-top:779.3pt;width:36pt;height:21.5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" filled="f" stroked="f" strokeweight=".5pt">
              <v:textbox>
                <w:txbxContent>
                  <w:sdt>
                    <w:sdtPr>
                      <w:rPr>
                        <w:rStyle w:val="Numerstrony"/>
                        <w:color w:val="A6A6A6" w:themeColor="background1" w:themeShade="A6"/>
                        <w:sz w:val="16"/>
                        <w:szCs w:val="16"/>
                      </w:rPr>
                      <w:id w:val="16699203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strony"/>
                        <w:rFonts w:ascii="Lato" w:hAnsi="Lato"/>
                      </w:rPr>
                    </w:sdtEndPr>
                    <w:sdtContent>
                      <w:p w14:paraId="14EBE528" w14:textId="55594202" w:rsidR="00A42C54" w:rsidRPr="00A42C54" w:rsidRDefault="00A42C54" w:rsidP="00A42C54">
                        <w:pPr>
                          <w:pStyle w:val="Stopka2"/>
                          <w:rPr>
                            <w:rStyle w:val="Numerstrony"/>
                            <w:color w:val="A6A6A6" w:themeColor="background1" w:themeShade="A6"/>
                            <w:sz w:val="16"/>
                            <w:szCs w:val="16"/>
                          </w:rPr>
                        </w:pPr>
                        <w:r w:rsidRPr="00A42C54">
                          <w:rPr>
                            <w:color w:val="A6A6A6" w:themeColor="background1" w:themeShade="A6"/>
                            <w:w w:val="140"/>
                            <w:sz w:val="16"/>
                            <w:szCs w:val="16"/>
                          </w:rPr>
                          <w:t> </w:t>
                        </w:r>
                        <w:r w:rsidRPr="00492ED3">
                          <w:rPr>
                            <w:b/>
                            <w:bCs/>
                            <w:color w:val="E77D33" w:themeColor="accent1"/>
                            <w:sz w:val="16"/>
                            <w:szCs w:val="16"/>
                          </w:rPr>
                          <w:t>|</w:t>
                        </w:r>
                        <w:r w:rsidRPr="00677C49">
                          <w:rPr>
                            <w:color w:val="A6A6A6" w:themeColor="background1" w:themeShade="A6"/>
                            <w:w w:val="140"/>
                            <w:sz w:val="20"/>
                            <w:szCs w:val="16"/>
                          </w:rPr>
                          <w:t xml:space="preserve"> </w:t>
                        </w:r>
                        <w:r w:rsidRPr="00677C49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8"/>
                            <w:szCs w:val="14"/>
                          </w:rPr>
                          <w:fldChar w:fldCharType="begin"/>
                        </w:r>
                        <w:r w:rsidRPr="00677C49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8"/>
                            <w:szCs w:val="14"/>
                          </w:rPr>
                          <w:instrText xml:space="preserve"> PAGE </w:instrText>
                        </w:r>
                        <w:r w:rsidRPr="00677C49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8"/>
                            <w:szCs w:val="14"/>
                          </w:rPr>
                          <w:fldChar w:fldCharType="separate"/>
                        </w:r>
                        <w:r w:rsidR="0019006B">
                          <w:rPr>
                            <w:rStyle w:val="Numerstrony"/>
                            <w:rFonts w:ascii="Lato" w:hAnsi="Lato"/>
                            <w:noProof/>
                            <w:color w:val="005F34" w:themeColor="text2"/>
                            <w:sz w:val="18"/>
                            <w:szCs w:val="14"/>
                          </w:rPr>
                          <w:t>3</w:t>
                        </w:r>
                        <w:r w:rsidRPr="00677C49">
                          <w:rPr>
                            <w:rStyle w:val="Numerstrony"/>
                            <w:rFonts w:ascii="Lato" w:hAnsi="Lato"/>
                            <w:color w:val="005F34" w:themeColor="text2"/>
                            <w:sz w:val="18"/>
                            <w:szCs w:val="14"/>
                          </w:rPr>
                          <w:fldChar w:fldCharType="end"/>
                        </w:r>
                      </w:p>
                    </w:sdtContent>
                  </w:sdt>
                  <w:p w14:paraId="38C2E7BA" w14:textId="77777777" w:rsidR="00A42C54" w:rsidRPr="00A42C54" w:rsidRDefault="00A42C54" w:rsidP="00A42C54">
                    <w:pPr>
                      <w:pStyle w:val="Stopka2"/>
                      <w:rPr>
                        <w:color w:val="A6A6A6" w:themeColor="background1" w:themeShade="A6"/>
                      </w:rPr>
                    </w:pPr>
                  </w:p>
                  <w:p w14:paraId="2840AD41" w14:textId="77777777" w:rsidR="00A42C54" w:rsidRPr="00A42C54" w:rsidRDefault="00A42C54" w:rsidP="00A42C54">
                    <w:pPr>
                      <w:rPr>
                        <w:color w:val="A6A6A6" w:themeColor="background1" w:themeShade="A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41759" w:rsidRPr="00A41759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9936" w14:textId="77777777" w:rsidR="004B0D6E" w:rsidRPr="00D33C86" w:rsidRDefault="00ED3F61" w:rsidP="00A42C54">
    <w:pPr>
      <w:pStyle w:val="Stopka2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F1BF4" wp14:editId="7E401BA8">
              <wp:simplePos x="0" y="0"/>
              <wp:positionH relativeFrom="page">
                <wp:posOffset>594610</wp:posOffset>
              </wp:positionH>
              <wp:positionV relativeFrom="page">
                <wp:posOffset>9901555</wp:posOffset>
              </wp:positionV>
              <wp:extent cx="6375600" cy="468000"/>
              <wp:effectExtent l="0" t="0" r="0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75600" cy="46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153CED" w14:textId="4C323A7B" w:rsidR="000B5C70" w:rsidRDefault="002F38EB" w:rsidP="00A42C54">
                          <w:pPr>
                            <w:pStyle w:val="Stopka"/>
                            <w:rPr>
                              <w:color w:val="006136"/>
                            </w:rPr>
                          </w:pPr>
                          <w:r w:rsidRPr="00AC545F">
                            <w:rPr>
                              <w:color w:val="006136"/>
                            </w:rPr>
                            <w:t xml:space="preserve">Osadkowski </w:t>
                          </w:r>
                          <w:r w:rsidR="00144093" w:rsidRPr="00144093">
                            <w:rPr>
                              <w:color w:val="006136"/>
                            </w:rPr>
                            <w:t>Sp. z o.o.</w:t>
                          </w:r>
                          <w:r w:rsidR="00AC545F" w:rsidRPr="00AC545F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ul. Kolejowa 6, 56-420 Bierutów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tel. 71 314 64 54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>centrum@osadkowski.pl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0B5C70">
                            <w:rPr>
                              <w:color w:val="006136"/>
                            </w:rPr>
                            <w:t>O</w:t>
                          </w:r>
                          <w:r w:rsidRPr="00AC545F">
                            <w:rPr>
                              <w:color w:val="006136"/>
                            </w:rPr>
                            <w:t>sadkowski.pl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color w:val="006136"/>
                            </w:rPr>
                            <w:t xml:space="preserve">NIP: </w:t>
                          </w:r>
                          <w:r w:rsidR="00144093" w:rsidRPr="00144093">
                            <w:rPr>
                              <w:color w:val="006136"/>
                            </w:rPr>
                            <w:t>911-202-52-05</w:t>
                          </w:r>
                          <w:r w:rsidR="00864000" w:rsidRPr="00AC545F">
                            <w:rPr>
                              <w:color w:val="006136"/>
                            </w:rPr>
                            <w:t> </w:t>
                          </w:r>
                        </w:p>
                        <w:p w14:paraId="35C2F76A" w14:textId="048F97ED" w:rsidR="002F38EB" w:rsidRPr="00492ED3" w:rsidRDefault="002F38EB" w:rsidP="00A42C54">
                          <w:pPr>
                            <w:pStyle w:val="Stopka"/>
                            <w:rPr>
                              <w:color w:val="005F34" w:themeColor="text2"/>
                            </w:rPr>
                          </w:pPr>
                          <w:r w:rsidRPr="00AC545F">
                            <w:rPr>
                              <w:color w:val="006136"/>
                            </w:rPr>
                            <w:t xml:space="preserve">REGON: </w:t>
                          </w:r>
                          <w:r w:rsidR="00144093" w:rsidRPr="00144093">
                            <w:rPr>
                              <w:color w:val="006136"/>
                            </w:rPr>
                            <w:t>368945994</w:t>
                          </w:r>
                          <w:r w:rsidR="000B5C70" w:rsidRPr="00AC545F">
                            <w:rPr>
                              <w:color w:val="006136"/>
                            </w:rPr>
                            <w:t> </w:t>
                          </w:r>
                          <w:r w:rsidR="000B5C70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="000B5C70" w:rsidRPr="00AC545F">
                            <w:rPr>
                              <w:color w:val="006136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Sąd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Rejonowy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dla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Wrocławia-Fabrycznej we Wrocławiu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KRS:</w:t>
                          </w:r>
                          <w:r w:rsidRPr="00AC545F">
                            <w:rPr>
                              <w:color w:val="006136"/>
                              <w:w w:val="120"/>
                            </w:rPr>
                            <w:t> 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0000708206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="00AC545F" w:rsidRPr="00492ED3">
                            <w:rPr>
                              <w:color w:val="E77D33" w:themeColor="accent1"/>
                              <w:sz w:val="16"/>
                              <w:szCs w:val="16"/>
                            </w:rPr>
                            <w:t>|</w:t>
                          </w:r>
                          <w:r w:rsidRPr="00AC545F">
                            <w:rPr>
                              <w:color w:val="006136"/>
                              <w:w w:val="140"/>
                            </w:rPr>
                            <w:t>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Kapitał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  <w:w w:val="140"/>
                            </w:rPr>
                            <w:t xml:space="preserve">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zakładowy:</w:t>
                          </w:r>
                          <w:r w:rsidR="00425B5E">
                            <w:rPr>
                              <w:color w:val="006136"/>
                              <w:w w:val="120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126</w:t>
                          </w:r>
                          <w:r w:rsidR="00425B5E">
                            <w:rPr>
                              <w:rStyle w:val="stopkadrugiwiersz"/>
                              <w:color w:val="006136"/>
                            </w:rPr>
                            <w:t> 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>888</w:t>
                          </w:r>
                          <w:r w:rsidR="00425B5E">
                            <w:rPr>
                              <w:rStyle w:val="stopkadrugiwiersz"/>
                              <w:color w:val="006136"/>
                            </w:rPr>
                            <w:t xml:space="preserve"> </w:t>
                          </w:r>
                          <w:r w:rsidR="00425B5E" w:rsidRPr="00425B5E">
                            <w:rPr>
                              <w:rStyle w:val="stopkadrugiwiersz"/>
                              <w:color w:val="006136"/>
                            </w:rPr>
                            <w:t xml:space="preserve">800,00 </w:t>
                          </w:r>
                          <w:r w:rsidRPr="00AC545F">
                            <w:rPr>
                              <w:rStyle w:val="stopkadrugiwiersz"/>
                              <w:color w:val="006136"/>
                            </w:rPr>
                            <w:t>PLN</w:t>
                          </w:r>
                          <w:r w:rsidR="00AC545F" w:rsidRPr="00AC545F">
                            <w:rPr>
                              <w:rStyle w:val="stopkadrugiwiersz"/>
                              <w:color w:val="0061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F1BF4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left:0;text-align:left;margin-left:46.8pt;margin-top:779.65pt;width:502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" filled="f" stroked="f" strokeweight=".5pt">
              <v:textbox>
                <w:txbxContent>
                  <w:p w14:paraId="59153CED" w14:textId="4C323A7B" w:rsidR="000B5C70" w:rsidRDefault="002F38EB" w:rsidP="00A42C54">
                    <w:pPr>
                      <w:pStyle w:val="Stopka"/>
                      <w:rPr>
                        <w:color w:val="006136"/>
                      </w:rPr>
                    </w:pPr>
                    <w:r w:rsidRPr="00AC545F">
                      <w:rPr>
                        <w:color w:val="006136"/>
                      </w:rPr>
                      <w:t xml:space="preserve">Osadkowski </w:t>
                    </w:r>
                    <w:r w:rsidR="00144093" w:rsidRPr="00144093">
                      <w:rPr>
                        <w:color w:val="006136"/>
                      </w:rPr>
                      <w:t>Sp. z o.o.</w:t>
                    </w:r>
                    <w:r w:rsidR="00AC545F" w:rsidRPr="00AC545F">
                      <w:rPr>
                        <w:color w:val="E77D33" w:themeColor="accent1"/>
                        <w:sz w:val="16"/>
                        <w:szCs w:val="16"/>
                      </w:rPr>
                      <w:t xml:space="preserve"> 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ul. Kolejowa 6, 56-420 Bierutów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tel. 71 314 64 54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>centrum@osadkowski.pl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0B5C70">
                      <w:rPr>
                        <w:color w:val="006136"/>
                      </w:rPr>
                      <w:t>O</w:t>
                    </w:r>
                    <w:r w:rsidRPr="00AC545F">
                      <w:rPr>
                        <w:color w:val="006136"/>
                      </w:rPr>
                      <w:t>sadkowski.pl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color w:val="006136"/>
                      </w:rPr>
                      <w:t xml:space="preserve">NIP: </w:t>
                    </w:r>
                    <w:r w:rsidR="00144093" w:rsidRPr="00144093">
                      <w:rPr>
                        <w:color w:val="006136"/>
                      </w:rPr>
                      <w:t>911-202-52-05</w:t>
                    </w:r>
                    <w:r w:rsidR="00864000" w:rsidRPr="00AC545F">
                      <w:rPr>
                        <w:color w:val="006136"/>
                      </w:rPr>
                      <w:t> </w:t>
                    </w:r>
                  </w:p>
                  <w:p w14:paraId="35C2F76A" w14:textId="048F97ED" w:rsidR="002F38EB" w:rsidRPr="00492ED3" w:rsidRDefault="002F38EB" w:rsidP="00A42C54">
                    <w:pPr>
                      <w:pStyle w:val="Stopka"/>
                      <w:rPr>
                        <w:color w:val="005F34" w:themeColor="text2"/>
                      </w:rPr>
                    </w:pPr>
                    <w:r w:rsidRPr="00AC545F">
                      <w:rPr>
                        <w:color w:val="006136"/>
                      </w:rPr>
                      <w:t xml:space="preserve">REGON: </w:t>
                    </w:r>
                    <w:r w:rsidR="00144093" w:rsidRPr="00144093">
                      <w:rPr>
                        <w:color w:val="006136"/>
                      </w:rPr>
                      <w:t>368945994</w:t>
                    </w:r>
                    <w:r w:rsidR="000B5C70" w:rsidRPr="00AC545F">
                      <w:rPr>
                        <w:color w:val="006136"/>
                      </w:rPr>
                      <w:t> </w:t>
                    </w:r>
                    <w:r w:rsidR="000B5C70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="000B5C70" w:rsidRPr="00AC545F">
                      <w:rPr>
                        <w:color w:val="006136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Sąd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Rejonowy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dla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Wrocławia-Fabrycznej we Wrocławiu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KRS:</w:t>
                    </w:r>
                    <w:r w:rsidRPr="00AC545F">
                      <w:rPr>
                        <w:color w:val="006136"/>
                        <w:w w:val="120"/>
                      </w:rPr>
                      <w:t> 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0000708206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="00AC545F" w:rsidRPr="00492ED3">
                      <w:rPr>
                        <w:color w:val="E77D33" w:themeColor="accent1"/>
                        <w:sz w:val="16"/>
                        <w:szCs w:val="16"/>
                      </w:rPr>
                      <w:t>|</w:t>
                    </w:r>
                    <w:r w:rsidRPr="00AC545F">
                      <w:rPr>
                        <w:color w:val="006136"/>
                        <w:w w:val="140"/>
                      </w:rPr>
                      <w:t> 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Kapitał</w:t>
                    </w:r>
                    <w:r w:rsidRPr="00AC545F">
                      <w:rPr>
                        <w:rStyle w:val="stopkadrugiwiersz"/>
                        <w:color w:val="006136"/>
                        <w:w w:val="140"/>
                      </w:rPr>
                      <w:t xml:space="preserve">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zakładowy:</w:t>
                    </w:r>
                    <w:r w:rsidR="00425B5E">
                      <w:rPr>
                        <w:color w:val="006136"/>
                        <w:w w:val="120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126</w:t>
                    </w:r>
                    <w:r w:rsidR="00425B5E">
                      <w:rPr>
                        <w:rStyle w:val="stopkadrugiwiersz"/>
                        <w:color w:val="006136"/>
                      </w:rPr>
                      <w:t> 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>888</w:t>
                    </w:r>
                    <w:r w:rsidR="00425B5E">
                      <w:rPr>
                        <w:rStyle w:val="stopkadrugiwiersz"/>
                        <w:color w:val="006136"/>
                      </w:rPr>
                      <w:t xml:space="preserve"> </w:t>
                    </w:r>
                    <w:r w:rsidR="00425B5E" w:rsidRPr="00425B5E">
                      <w:rPr>
                        <w:rStyle w:val="stopkadrugiwiersz"/>
                        <w:color w:val="006136"/>
                      </w:rPr>
                      <w:t xml:space="preserve">800,00 </w:t>
                    </w:r>
                    <w:r w:rsidRPr="00AC545F">
                      <w:rPr>
                        <w:rStyle w:val="stopkadrugiwiersz"/>
                        <w:color w:val="006136"/>
                      </w:rPr>
                      <w:t>PLN</w:t>
                    </w:r>
                    <w:r w:rsidR="00AC545F" w:rsidRPr="00AC545F">
                      <w:rPr>
                        <w:rStyle w:val="stopkadrugiwiersz"/>
                        <w:color w:val="00613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8871" w14:textId="77777777" w:rsidR="00A04F97" w:rsidRDefault="00A04F97" w:rsidP="009249F2">
      <w:r>
        <w:separator/>
      </w:r>
    </w:p>
    <w:p w14:paraId="21161492" w14:textId="77777777" w:rsidR="00A04F97" w:rsidRDefault="00A04F97" w:rsidP="009249F2"/>
    <w:p w14:paraId="671FDD62" w14:textId="77777777" w:rsidR="00A04F97" w:rsidRDefault="00A04F97" w:rsidP="009249F2"/>
  </w:footnote>
  <w:footnote w:type="continuationSeparator" w:id="0">
    <w:p w14:paraId="6F0BE368" w14:textId="77777777" w:rsidR="00A04F97" w:rsidRDefault="00A04F97" w:rsidP="009249F2">
      <w:r>
        <w:continuationSeparator/>
      </w:r>
    </w:p>
    <w:p w14:paraId="361FF35C" w14:textId="77777777" w:rsidR="00A04F97" w:rsidRDefault="00A04F97" w:rsidP="009249F2"/>
    <w:p w14:paraId="02C7DD87" w14:textId="77777777" w:rsidR="00A04F97" w:rsidRDefault="00A04F97" w:rsidP="009249F2"/>
  </w:footnote>
  <w:footnote w:type="continuationNotice" w:id="1">
    <w:p w14:paraId="78F9A111" w14:textId="77777777" w:rsidR="00A04F97" w:rsidRDefault="00A04F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5E298" w14:textId="77777777" w:rsidR="0064511F" w:rsidRDefault="0064511F" w:rsidP="00C61685">
    <w:pPr>
      <w:pStyle w:val="Nagwek"/>
    </w:pPr>
  </w:p>
  <w:p w14:paraId="7692A7CC" w14:textId="77777777" w:rsidR="00187DFF" w:rsidRDefault="00187DFF" w:rsidP="009249F2"/>
  <w:p w14:paraId="733C415B" w14:textId="77777777" w:rsidR="0064041D" w:rsidRDefault="0064041D" w:rsidP="009249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1F6BA" w14:textId="77777777" w:rsidR="0064041D" w:rsidRDefault="00F633FA" w:rsidP="00492ED3">
    <w:pPr>
      <w:pStyle w:val="Nagwek"/>
      <w:jc w:val="both"/>
    </w:pPr>
    <w:r>
      <w:rPr>
        <w:lang w:eastAsia="pl-PL"/>
      </w:rPr>
      <w:drawing>
        <wp:anchor distT="0" distB="0" distL="114300" distR="114300" simplePos="0" relativeHeight="251658242" behindDoc="1" locked="0" layoutInCell="1" allowOverlap="1" wp14:anchorId="02FCF487" wp14:editId="7D5B3716">
          <wp:simplePos x="0" y="0"/>
          <wp:positionH relativeFrom="column">
            <wp:posOffset>-9508</wp:posOffset>
          </wp:positionH>
          <wp:positionV relativeFrom="paragraph">
            <wp:posOffset>-645160</wp:posOffset>
          </wp:positionV>
          <wp:extent cx="1689100" cy="469900"/>
          <wp:effectExtent l="0" t="0" r="6350" b="635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_papier_cmyk_pasek_mal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9D66B" w14:textId="45483A34" w:rsidR="00D62E7D" w:rsidRDefault="00D62E7D" w:rsidP="008A4926">
    <w:pPr>
      <w:pStyle w:val="Nagwek"/>
      <w:ind w:right="50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3F219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8E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9A47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64D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6800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6AEA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9466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AA0F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466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FE3A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834D6"/>
    <w:multiLevelType w:val="hybridMultilevel"/>
    <w:tmpl w:val="79E829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8DA4990"/>
    <w:multiLevelType w:val="hybridMultilevel"/>
    <w:tmpl w:val="C54C6F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9471785"/>
    <w:multiLevelType w:val="hybridMultilevel"/>
    <w:tmpl w:val="A896EC08"/>
    <w:lvl w:ilvl="0" w:tplc="8CB45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008B4"/>
    <w:multiLevelType w:val="hybridMultilevel"/>
    <w:tmpl w:val="244CCB96"/>
    <w:lvl w:ilvl="0" w:tplc="4754E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4F7864"/>
    <w:multiLevelType w:val="hybridMultilevel"/>
    <w:tmpl w:val="D0FCE1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65B42"/>
    <w:multiLevelType w:val="hybridMultilevel"/>
    <w:tmpl w:val="8FE6D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E7204E"/>
    <w:multiLevelType w:val="hybridMultilevel"/>
    <w:tmpl w:val="2FDA37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7820A6"/>
    <w:multiLevelType w:val="hybridMultilevel"/>
    <w:tmpl w:val="1A00D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CC7C69"/>
    <w:multiLevelType w:val="hybridMultilevel"/>
    <w:tmpl w:val="21BED960"/>
    <w:lvl w:ilvl="0" w:tplc="D5A0EF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97BCC"/>
    <w:multiLevelType w:val="hybridMultilevel"/>
    <w:tmpl w:val="D6505B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980F49"/>
    <w:multiLevelType w:val="hybridMultilevel"/>
    <w:tmpl w:val="073A98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5C124BB"/>
    <w:multiLevelType w:val="hybridMultilevel"/>
    <w:tmpl w:val="7AB0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572A0D"/>
    <w:multiLevelType w:val="hybridMultilevel"/>
    <w:tmpl w:val="E22EA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34525"/>
    <w:multiLevelType w:val="hybridMultilevel"/>
    <w:tmpl w:val="A07407DC"/>
    <w:lvl w:ilvl="0" w:tplc="215AD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12471"/>
    <w:multiLevelType w:val="hybridMultilevel"/>
    <w:tmpl w:val="9B381D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524BA0"/>
    <w:multiLevelType w:val="hybridMultilevel"/>
    <w:tmpl w:val="0362316E"/>
    <w:lvl w:ilvl="0" w:tplc="3FC844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A96D2F"/>
    <w:multiLevelType w:val="hybridMultilevel"/>
    <w:tmpl w:val="E6D4EE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61E55"/>
    <w:multiLevelType w:val="hybridMultilevel"/>
    <w:tmpl w:val="59881F78"/>
    <w:lvl w:ilvl="0" w:tplc="09B833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DCB53D2"/>
    <w:multiLevelType w:val="hybridMultilevel"/>
    <w:tmpl w:val="A0BA7FB6"/>
    <w:lvl w:ilvl="0" w:tplc="B38A69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3418EB"/>
    <w:multiLevelType w:val="hybridMultilevel"/>
    <w:tmpl w:val="B2EC7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E46F9D"/>
    <w:multiLevelType w:val="hybridMultilevel"/>
    <w:tmpl w:val="A6EADAD6"/>
    <w:lvl w:ilvl="0" w:tplc="BD667B62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="Times New Roman (Tekst podstaw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64A3F"/>
    <w:multiLevelType w:val="hybridMultilevel"/>
    <w:tmpl w:val="A5203FE0"/>
    <w:lvl w:ilvl="0" w:tplc="E0DC0F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242E78"/>
    <w:multiLevelType w:val="hybridMultilevel"/>
    <w:tmpl w:val="68DE84AE"/>
    <w:lvl w:ilvl="0" w:tplc="2D2449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5923717"/>
    <w:multiLevelType w:val="hybridMultilevel"/>
    <w:tmpl w:val="199021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946465"/>
    <w:multiLevelType w:val="hybridMultilevel"/>
    <w:tmpl w:val="619274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C12E5"/>
    <w:multiLevelType w:val="hybridMultilevel"/>
    <w:tmpl w:val="9542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5530BC"/>
    <w:multiLevelType w:val="hybridMultilevel"/>
    <w:tmpl w:val="B672D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925099"/>
    <w:multiLevelType w:val="hybridMultilevel"/>
    <w:tmpl w:val="B262D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DB76A9"/>
    <w:multiLevelType w:val="hybridMultilevel"/>
    <w:tmpl w:val="02C6B6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BA280E"/>
    <w:multiLevelType w:val="multilevel"/>
    <w:tmpl w:val="0840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FD047F"/>
    <w:multiLevelType w:val="hybridMultilevel"/>
    <w:tmpl w:val="10E69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606917"/>
    <w:multiLevelType w:val="hybridMultilevel"/>
    <w:tmpl w:val="5210A222"/>
    <w:lvl w:ilvl="0" w:tplc="A516BC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FD3F65"/>
    <w:multiLevelType w:val="hybridMultilevel"/>
    <w:tmpl w:val="4CF26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D4D79"/>
    <w:multiLevelType w:val="hybridMultilevel"/>
    <w:tmpl w:val="6234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7B0FD9"/>
    <w:multiLevelType w:val="hybridMultilevel"/>
    <w:tmpl w:val="EC8C3CDE"/>
    <w:lvl w:ilvl="0" w:tplc="97F4F2C6">
      <w:start w:val="1"/>
      <w:numFmt w:val="lowerLetter"/>
      <w:lvlText w:val="%1)"/>
      <w:lvlJc w:val="left"/>
      <w:pPr>
        <w:ind w:left="777" w:hanging="420"/>
      </w:pPr>
      <w:rPr>
        <w:rFonts w:ascii="Verdana" w:eastAsiaTheme="minorHAnsi" w:hAnsi="Verdana" w:cs="Times New Roman (Tekst podstaw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64027FE8"/>
    <w:multiLevelType w:val="hybridMultilevel"/>
    <w:tmpl w:val="74B8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456825"/>
    <w:multiLevelType w:val="hybridMultilevel"/>
    <w:tmpl w:val="DBEE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9055EE"/>
    <w:multiLevelType w:val="hybridMultilevel"/>
    <w:tmpl w:val="7DE095CE"/>
    <w:lvl w:ilvl="0" w:tplc="4002D9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E12769E"/>
    <w:multiLevelType w:val="hybridMultilevel"/>
    <w:tmpl w:val="013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85A59"/>
    <w:multiLevelType w:val="hybridMultilevel"/>
    <w:tmpl w:val="F0AEE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8C68A5"/>
    <w:multiLevelType w:val="hybridMultilevel"/>
    <w:tmpl w:val="9C0053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264925"/>
    <w:multiLevelType w:val="hybridMultilevel"/>
    <w:tmpl w:val="8C9236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929135">
    <w:abstractNumId w:val="48"/>
  </w:num>
  <w:num w:numId="2" w16cid:durableId="2090349911">
    <w:abstractNumId w:val="4"/>
  </w:num>
  <w:num w:numId="3" w16cid:durableId="388920211">
    <w:abstractNumId w:val="5"/>
  </w:num>
  <w:num w:numId="4" w16cid:durableId="1358656499">
    <w:abstractNumId w:val="6"/>
  </w:num>
  <w:num w:numId="5" w16cid:durableId="337847660">
    <w:abstractNumId w:val="7"/>
  </w:num>
  <w:num w:numId="6" w16cid:durableId="1635020687">
    <w:abstractNumId w:val="9"/>
  </w:num>
  <w:num w:numId="7" w16cid:durableId="1213419080">
    <w:abstractNumId w:val="0"/>
  </w:num>
  <w:num w:numId="8" w16cid:durableId="1810395210">
    <w:abstractNumId w:val="1"/>
  </w:num>
  <w:num w:numId="9" w16cid:durableId="1143889377">
    <w:abstractNumId w:val="2"/>
  </w:num>
  <w:num w:numId="10" w16cid:durableId="1510175116">
    <w:abstractNumId w:val="3"/>
  </w:num>
  <w:num w:numId="11" w16cid:durableId="293146796">
    <w:abstractNumId w:val="8"/>
  </w:num>
  <w:num w:numId="12" w16cid:durableId="869296868">
    <w:abstractNumId w:val="35"/>
  </w:num>
  <w:num w:numId="13" w16cid:durableId="188372413">
    <w:abstractNumId w:val="15"/>
  </w:num>
  <w:num w:numId="14" w16cid:durableId="826020480">
    <w:abstractNumId w:val="45"/>
  </w:num>
  <w:num w:numId="15" w16cid:durableId="694697761">
    <w:abstractNumId w:val="42"/>
  </w:num>
  <w:num w:numId="16" w16cid:durableId="515464659">
    <w:abstractNumId w:val="38"/>
  </w:num>
  <w:num w:numId="17" w16cid:durableId="1550416293">
    <w:abstractNumId w:val="26"/>
  </w:num>
  <w:num w:numId="18" w16cid:durableId="1510873616">
    <w:abstractNumId w:val="10"/>
  </w:num>
  <w:num w:numId="19" w16cid:durableId="877664568">
    <w:abstractNumId w:val="51"/>
  </w:num>
  <w:num w:numId="20" w16cid:durableId="630749665">
    <w:abstractNumId w:val="18"/>
  </w:num>
  <w:num w:numId="21" w16cid:durableId="1675760067">
    <w:abstractNumId w:val="37"/>
  </w:num>
  <w:num w:numId="22" w16cid:durableId="1204754805">
    <w:abstractNumId w:val="20"/>
  </w:num>
  <w:num w:numId="23" w16cid:durableId="1303118734">
    <w:abstractNumId w:val="36"/>
  </w:num>
  <w:num w:numId="24" w16cid:durableId="1959414822">
    <w:abstractNumId w:val="21"/>
  </w:num>
  <w:num w:numId="25" w16cid:durableId="308247047">
    <w:abstractNumId w:val="40"/>
  </w:num>
  <w:num w:numId="26" w16cid:durableId="1321225898">
    <w:abstractNumId w:val="46"/>
  </w:num>
  <w:num w:numId="27" w16cid:durableId="151921000">
    <w:abstractNumId w:val="17"/>
  </w:num>
  <w:num w:numId="28" w16cid:durableId="2030326529">
    <w:abstractNumId w:val="23"/>
  </w:num>
  <w:num w:numId="29" w16cid:durableId="1807548740">
    <w:abstractNumId w:val="44"/>
  </w:num>
  <w:num w:numId="30" w16cid:durableId="1554846390">
    <w:abstractNumId w:val="30"/>
  </w:num>
  <w:num w:numId="31" w16cid:durableId="777873051">
    <w:abstractNumId w:val="28"/>
  </w:num>
  <w:num w:numId="32" w16cid:durableId="1362050247">
    <w:abstractNumId w:val="25"/>
  </w:num>
  <w:num w:numId="33" w16cid:durableId="2146508209">
    <w:abstractNumId w:val="47"/>
  </w:num>
  <w:num w:numId="34" w16cid:durableId="160512320">
    <w:abstractNumId w:val="43"/>
  </w:num>
  <w:num w:numId="35" w16cid:durableId="1977837695">
    <w:abstractNumId w:val="32"/>
  </w:num>
  <w:num w:numId="36" w16cid:durableId="967393218">
    <w:abstractNumId w:val="31"/>
  </w:num>
  <w:num w:numId="37" w16cid:durableId="1415126592">
    <w:abstractNumId w:val="41"/>
  </w:num>
  <w:num w:numId="38" w16cid:durableId="1108162491">
    <w:abstractNumId w:val="27"/>
  </w:num>
  <w:num w:numId="39" w16cid:durableId="1263495078">
    <w:abstractNumId w:val="49"/>
  </w:num>
  <w:num w:numId="40" w16cid:durableId="1555654014">
    <w:abstractNumId w:val="12"/>
  </w:num>
  <w:num w:numId="41" w16cid:durableId="2142073344">
    <w:abstractNumId w:val="39"/>
  </w:num>
  <w:num w:numId="42" w16cid:durableId="1806392274">
    <w:abstractNumId w:val="22"/>
  </w:num>
  <w:num w:numId="43" w16cid:durableId="201138464">
    <w:abstractNumId w:val="11"/>
  </w:num>
  <w:num w:numId="44" w16cid:durableId="1939214535">
    <w:abstractNumId w:val="34"/>
  </w:num>
  <w:num w:numId="45" w16cid:durableId="48113226">
    <w:abstractNumId w:val="24"/>
  </w:num>
  <w:num w:numId="46" w16cid:durableId="1776751683">
    <w:abstractNumId w:val="16"/>
  </w:num>
  <w:num w:numId="47" w16cid:durableId="2054226246">
    <w:abstractNumId w:val="14"/>
  </w:num>
  <w:num w:numId="48" w16cid:durableId="351616905">
    <w:abstractNumId w:val="19"/>
  </w:num>
  <w:num w:numId="49" w16cid:durableId="321548173">
    <w:abstractNumId w:val="33"/>
  </w:num>
  <w:num w:numId="50" w16cid:durableId="645400384">
    <w:abstractNumId w:val="29"/>
  </w:num>
  <w:num w:numId="51" w16cid:durableId="1372262518">
    <w:abstractNumId w:val="13"/>
  </w:num>
  <w:num w:numId="52" w16cid:durableId="1278753141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4096" w:nlCheck="1" w:checkStyle="0"/>
  <w:activeWritingStyle w:appName="MSWord" w:lang="pl-PL" w:vendorID="64" w:dllVersion="4096" w:nlCheck="1" w:checkStyle="0"/>
  <w:activeWritingStyle w:appName="MSWord" w:lang="pl-PL" w:vendorID="64" w:dllVersion="0" w:nlCheck="1" w:checkStyle="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FA"/>
    <w:rsid w:val="0002212F"/>
    <w:rsid w:val="00023AE2"/>
    <w:rsid w:val="00035AFA"/>
    <w:rsid w:val="00045A75"/>
    <w:rsid w:val="00045EBB"/>
    <w:rsid w:val="000A4CF8"/>
    <w:rsid w:val="000B11FF"/>
    <w:rsid w:val="000B5C70"/>
    <w:rsid w:val="000C6CE9"/>
    <w:rsid w:val="000D0CD0"/>
    <w:rsid w:val="000D35AE"/>
    <w:rsid w:val="000D39BD"/>
    <w:rsid w:val="00100E31"/>
    <w:rsid w:val="0011558A"/>
    <w:rsid w:val="001176F1"/>
    <w:rsid w:val="001335ED"/>
    <w:rsid w:val="001376D7"/>
    <w:rsid w:val="00141729"/>
    <w:rsid w:val="00144093"/>
    <w:rsid w:val="0016080D"/>
    <w:rsid w:val="0016668E"/>
    <w:rsid w:val="0018534F"/>
    <w:rsid w:val="00187DFF"/>
    <w:rsid w:val="0019006B"/>
    <w:rsid w:val="0019244B"/>
    <w:rsid w:val="00194FCF"/>
    <w:rsid w:val="00197864"/>
    <w:rsid w:val="001A2102"/>
    <w:rsid w:val="001C07E1"/>
    <w:rsid w:val="001D1455"/>
    <w:rsid w:val="001D2289"/>
    <w:rsid w:val="001F08E6"/>
    <w:rsid w:val="00203A1C"/>
    <w:rsid w:val="00213C5D"/>
    <w:rsid w:val="0021415B"/>
    <w:rsid w:val="00250EC9"/>
    <w:rsid w:val="00263663"/>
    <w:rsid w:val="00295591"/>
    <w:rsid w:val="002A5008"/>
    <w:rsid w:val="002E0E3E"/>
    <w:rsid w:val="002E155F"/>
    <w:rsid w:val="002F189C"/>
    <w:rsid w:val="002F38EB"/>
    <w:rsid w:val="002F5037"/>
    <w:rsid w:val="00317567"/>
    <w:rsid w:val="00331D57"/>
    <w:rsid w:val="00336705"/>
    <w:rsid w:val="0038399F"/>
    <w:rsid w:val="00392414"/>
    <w:rsid w:val="003A2421"/>
    <w:rsid w:val="003A7EEB"/>
    <w:rsid w:val="003B529A"/>
    <w:rsid w:val="003B7B2F"/>
    <w:rsid w:val="003C015C"/>
    <w:rsid w:val="003C207D"/>
    <w:rsid w:val="003C3054"/>
    <w:rsid w:val="003D6CAC"/>
    <w:rsid w:val="003D7C59"/>
    <w:rsid w:val="003E0A58"/>
    <w:rsid w:val="0040343C"/>
    <w:rsid w:val="00407764"/>
    <w:rsid w:val="0041155A"/>
    <w:rsid w:val="00417833"/>
    <w:rsid w:val="00425B5E"/>
    <w:rsid w:val="00436EDD"/>
    <w:rsid w:val="004666AB"/>
    <w:rsid w:val="00467775"/>
    <w:rsid w:val="00492ED3"/>
    <w:rsid w:val="004A24E9"/>
    <w:rsid w:val="004B0D6E"/>
    <w:rsid w:val="004C2A88"/>
    <w:rsid w:val="004D04D2"/>
    <w:rsid w:val="004D3399"/>
    <w:rsid w:val="00503880"/>
    <w:rsid w:val="00517DDE"/>
    <w:rsid w:val="00526019"/>
    <w:rsid w:val="0054244D"/>
    <w:rsid w:val="00562449"/>
    <w:rsid w:val="005718AA"/>
    <w:rsid w:val="0057407F"/>
    <w:rsid w:val="0059352D"/>
    <w:rsid w:val="0059614E"/>
    <w:rsid w:val="005A10B3"/>
    <w:rsid w:val="005A1E28"/>
    <w:rsid w:val="005C479F"/>
    <w:rsid w:val="005D3F2D"/>
    <w:rsid w:val="005E5717"/>
    <w:rsid w:val="005E691B"/>
    <w:rsid w:val="00601A9E"/>
    <w:rsid w:val="00612859"/>
    <w:rsid w:val="006141A5"/>
    <w:rsid w:val="00615497"/>
    <w:rsid w:val="00620E48"/>
    <w:rsid w:val="0064041D"/>
    <w:rsid w:val="0064511F"/>
    <w:rsid w:val="006473D1"/>
    <w:rsid w:val="0065427D"/>
    <w:rsid w:val="006653F8"/>
    <w:rsid w:val="006723B3"/>
    <w:rsid w:val="00677C49"/>
    <w:rsid w:val="0068388E"/>
    <w:rsid w:val="0068529B"/>
    <w:rsid w:val="006929F5"/>
    <w:rsid w:val="00693884"/>
    <w:rsid w:val="00695F74"/>
    <w:rsid w:val="006962EC"/>
    <w:rsid w:val="006A59AD"/>
    <w:rsid w:val="006B4A7B"/>
    <w:rsid w:val="006D09C0"/>
    <w:rsid w:val="006D4567"/>
    <w:rsid w:val="00710A83"/>
    <w:rsid w:val="0072015F"/>
    <w:rsid w:val="007241C9"/>
    <w:rsid w:val="007246EC"/>
    <w:rsid w:val="00726317"/>
    <w:rsid w:val="00731FF9"/>
    <w:rsid w:val="00742064"/>
    <w:rsid w:val="00761A22"/>
    <w:rsid w:val="00766365"/>
    <w:rsid w:val="007830A0"/>
    <w:rsid w:val="00794F0F"/>
    <w:rsid w:val="007962DD"/>
    <w:rsid w:val="00796A06"/>
    <w:rsid w:val="007C0150"/>
    <w:rsid w:val="007C3693"/>
    <w:rsid w:val="007E7830"/>
    <w:rsid w:val="007F2344"/>
    <w:rsid w:val="007F6668"/>
    <w:rsid w:val="00817664"/>
    <w:rsid w:val="008325BD"/>
    <w:rsid w:val="00844CFA"/>
    <w:rsid w:val="0085314B"/>
    <w:rsid w:val="00864000"/>
    <w:rsid w:val="00872630"/>
    <w:rsid w:val="00884753"/>
    <w:rsid w:val="00885F98"/>
    <w:rsid w:val="00890DC9"/>
    <w:rsid w:val="00891C2A"/>
    <w:rsid w:val="008A4926"/>
    <w:rsid w:val="008C5944"/>
    <w:rsid w:val="00911FE8"/>
    <w:rsid w:val="00923EA5"/>
    <w:rsid w:val="009249F2"/>
    <w:rsid w:val="009726D3"/>
    <w:rsid w:val="00973245"/>
    <w:rsid w:val="00983EE3"/>
    <w:rsid w:val="009A1FB4"/>
    <w:rsid w:val="009A6A3F"/>
    <w:rsid w:val="009B2D91"/>
    <w:rsid w:val="009D24B1"/>
    <w:rsid w:val="009E11A7"/>
    <w:rsid w:val="009E7D59"/>
    <w:rsid w:val="009F0787"/>
    <w:rsid w:val="009F2661"/>
    <w:rsid w:val="00A02F8A"/>
    <w:rsid w:val="00A04F97"/>
    <w:rsid w:val="00A150F2"/>
    <w:rsid w:val="00A2090D"/>
    <w:rsid w:val="00A21A66"/>
    <w:rsid w:val="00A40EED"/>
    <w:rsid w:val="00A41759"/>
    <w:rsid w:val="00A42C54"/>
    <w:rsid w:val="00A545A8"/>
    <w:rsid w:val="00A6056C"/>
    <w:rsid w:val="00A643F0"/>
    <w:rsid w:val="00A80BD8"/>
    <w:rsid w:val="00A81300"/>
    <w:rsid w:val="00A83BB8"/>
    <w:rsid w:val="00AB3649"/>
    <w:rsid w:val="00AB548F"/>
    <w:rsid w:val="00AB6CFA"/>
    <w:rsid w:val="00AC50F5"/>
    <w:rsid w:val="00AC545F"/>
    <w:rsid w:val="00AD0D71"/>
    <w:rsid w:val="00AD464A"/>
    <w:rsid w:val="00AD6EC8"/>
    <w:rsid w:val="00B00266"/>
    <w:rsid w:val="00B17E85"/>
    <w:rsid w:val="00B24FEB"/>
    <w:rsid w:val="00B379AA"/>
    <w:rsid w:val="00B45608"/>
    <w:rsid w:val="00B46199"/>
    <w:rsid w:val="00B52EBA"/>
    <w:rsid w:val="00B632A7"/>
    <w:rsid w:val="00B85142"/>
    <w:rsid w:val="00BD43BF"/>
    <w:rsid w:val="00BF6F25"/>
    <w:rsid w:val="00C209EE"/>
    <w:rsid w:val="00C25C42"/>
    <w:rsid w:val="00C30B60"/>
    <w:rsid w:val="00C315C7"/>
    <w:rsid w:val="00C44E54"/>
    <w:rsid w:val="00C45CF9"/>
    <w:rsid w:val="00C553E2"/>
    <w:rsid w:val="00C61685"/>
    <w:rsid w:val="00C716A6"/>
    <w:rsid w:val="00C71C9A"/>
    <w:rsid w:val="00CA1FF4"/>
    <w:rsid w:val="00CA240A"/>
    <w:rsid w:val="00CB4E4A"/>
    <w:rsid w:val="00CB69D4"/>
    <w:rsid w:val="00CB785B"/>
    <w:rsid w:val="00CC581A"/>
    <w:rsid w:val="00D12642"/>
    <w:rsid w:val="00D14623"/>
    <w:rsid w:val="00D23DC2"/>
    <w:rsid w:val="00D338D1"/>
    <w:rsid w:val="00D33C86"/>
    <w:rsid w:val="00D347C0"/>
    <w:rsid w:val="00D43D5D"/>
    <w:rsid w:val="00D4647E"/>
    <w:rsid w:val="00D5357A"/>
    <w:rsid w:val="00D554DF"/>
    <w:rsid w:val="00D62E7D"/>
    <w:rsid w:val="00D63B04"/>
    <w:rsid w:val="00D66D72"/>
    <w:rsid w:val="00D7045C"/>
    <w:rsid w:val="00D71975"/>
    <w:rsid w:val="00D76657"/>
    <w:rsid w:val="00D83986"/>
    <w:rsid w:val="00D87CB9"/>
    <w:rsid w:val="00D92A89"/>
    <w:rsid w:val="00DA6C6A"/>
    <w:rsid w:val="00DC433F"/>
    <w:rsid w:val="00DC538F"/>
    <w:rsid w:val="00DD2E50"/>
    <w:rsid w:val="00DE0A3F"/>
    <w:rsid w:val="00DF0F3B"/>
    <w:rsid w:val="00DF35F9"/>
    <w:rsid w:val="00E17887"/>
    <w:rsid w:val="00E333E1"/>
    <w:rsid w:val="00E44F46"/>
    <w:rsid w:val="00E63DDA"/>
    <w:rsid w:val="00E77D66"/>
    <w:rsid w:val="00E85FEC"/>
    <w:rsid w:val="00EB18FF"/>
    <w:rsid w:val="00EC133C"/>
    <w:rsid w:val="00EC2417"/>
    <w:rsid w:val="00EC539D"/>
    <w:rsid w:val="00EC5FDD"/>
    <w:rsid w:val="00ED3F61"/>
    <w:rsid w:val="00ED70E8"/>
    <w:rsid w:val="00F01F96"/>
    <w:rsid w:val="00F372AC"/>
    <w:rsid w:val="00F439B8"/>
    <w:rsid w:val="00F46D68"/>
    <w:rsid w:val="00F5727D"/>
    <w:rsid w:val="00F633FA"/>
    <w:rsid w:val="00F76B87"/>
    <w:rsid w:val="00F956B7"/>
    <w:rsid w:val="00FA076E"/>
    <w:rsid w:val="00FB2AD8"/>
    <w:rsid w:val="00FB7F40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5F8B9"/>
  <w14:defaultImageDpi w14:val="330"/>
  <w15:chartTrackingRefBased/>
  <w15:docId w15:val="{736FC66F-D870-481E-A74F-4BB49B0C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FCF"/>
    <w:pPr>
      <w:spacing w:after="100" w:line="300" w:lineRule="auto"/>
      <w:jc w:val="both"/>
    </w:pPr>
    <w:rPr>
      <w:rFonts w:ascii="Lato Light" w:hAnsi="Lato Light" w:cs="Times New Roman (Tekst podstawo"/>
      <w:color w:val="000000" w:themeColor="text1"/>
      <w:spacing w:val="4"/>
      <w:sz w:val="20"/>
      <w:szCs w:val="20"/>
      <w14:ligatures w14:val="standard"/>
    </w:rPr>
  </w:style>
  <w:style w:type="paragraph" w:styleId="Nagwek1">
    <w:name w:val="heading 1"/>
    <w:basedOn w:val="Tytu"/>
    <w:next w:val="Normalny"/>
    <w:link w:val="Nagwek1Znak"/>
    <w:uiPriority w:val="9"/>
    <w:qFormat/>
    <w:rsid w:val="0021415B"/>
    <w:pPr>
      <w:spacing w:after="200"/>
      <w:jc w:val="center"/>
      <w:outlineLvl w:val="0"/>
    </w:pPr>
    <w:rPr>
      <w:rFonts w:ascii="Lato Heavy" w:hAnsi="Lato Heavy"/>
      <w:spacing w:val="30"/>
    </w:rPr>
  </w:style>
  <w:style w:type="paragraph" w:styleId="Nagwek2">
    <w:name w:val="heading 2"/>
    <w:next w:val="Normalny"/>
    <w:link w:val="Nagwek2Znak"/>
    <w:uiPriority w:val="9"/>
    <w:unhideWhenUsed/>
    <w:qFormat/>
    <w:rsid w:val="00731FF9"/>
    <w:pPr>
      <w:spacing w:before="280" w:after="200"/>
      <w:jc w:val="center"/>
      <w:outlineLvl w:val="1"/>
    </w:pPr>
    <w:rPr>
      <w:rFonts w:ascii="Lato Light" w:hAnsi="Lato Light" w:cs="Times New Roman (Tekst podstawo"/>
      <w:color w:val="005F34" w:themeColor="text2"/>
      <w:spacing w:val="4"/>
      <w:kern w:val="24"/>
      <w:sz w:val="28"/>
      <w:szCs w:val="28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347C0"/>
    <w:pPr>
      <w:tabs>
        <w:tab w:val="right" w:leader="dot" w:pos="9781"/>
      </w:tabs>
      <w:spacing w:before="158" w:after="120" w:line="240" w:lineRule="auto"/>
      <w:ind w:right="2268"/>
      <w:jc w:val="left"/>
      <w:outlineLvl w:val="2"/>
    </w:pPr>
    <w:rPr>
      <w:spacing w:val="5"/>
      <w:kern w:val="24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uiPriority w:val="99"/>
    <w:unhideWhenUsed/>
    <w:rsid w:val="00C25C42"/>
    <w:pPr>
      <w:tabs>
        <w:tab w:val="center" w:pos="4536"/>
        <w:tab w:val="right" w:pos="9072"/>
      </w:tabs>
      <w:jc w:val="right"/>
    </w:pPr>
    <w:rPr>
      <w:rFonts w:ascii="Lato Light" w:hAnsi="Lato Light"/>
      <w:noProof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25C42"/>
    <w:rPr>
      <w:rFonts w:ascii="Lato Light" w:hAnsi="Lato Light"/>
      <w:b w:val="0"/>
      <w:i w:val="0"/>
      <w:noProof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2C54"/>
    <w:pPr>
      <w:autoSpaceDE w:val="0"/>
      <w:autoSpaceDN w:val="0"/>
      <w:adjustRightInd w:val="0"/>
      <w:spacing w:after="11" w:line="240" w:lineRule="auto"/>
      <w:jc w:val="distribute"/>
      <w:textAlignment w:val="center"/>
    </w:pPr>
    <w:rPr>
      <w:rFonts w:ascii="Lato" w:hAnsi="Lato" w:cs="Lato"/>
      <w:color w:val="A6A6A6" w:themeColor="background1" w:themeShade="A6"/>
      <w:spacing w:val="0"/>
      <w:sz w:val="13"/>
      <w:szCs w:val="13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42C54"/>
    <w:rPr>
      <w:rFonts w:ascii="Lato" w:hAnsi="Lato" w:cs="Lato"/>
      <w:color w:val="A6A6A6" w:themeColor="background1" w:themeShade="A6"/>
      <w:sz w:val="13"/>
      <w:szCs w:val="13"/>
    </w:rPr>
  </w:style>
  <w:style w:type="paragraph" w:customStyle="1" w:styleId="Stopka2">
    <w:name w:val="Stopka 2"/>
    <w:basedOn w:val="Stopka"/>
    <w:uiPriority w:val="99"/>
    <w:rsid w:val="009249F2"/>
    <w:rPr>
      <w:color w:val="000000" w:themeColor="text1" w:themeShade="A6"/>
    </w:rPr>
  </w:style>
  <w:style w:type="character" w:customStyle="1" w:styleId="stopkadrugiwiersz">
    <w:name w:val="stopka drugi wiersz"/>
    <w:uiPriority w:val="99"/>
    <w:rsid w:val="000D35AE"/>
  </w:style>
  <w:style w:type="character" w:styleId="Numerstrony">
    <w:name w:val="page number"/>
    <w:basedOn w:val="Domylnaczcionkaakapitu"/>
    <w:uiPriority w:val="99"/>
    <w:semiHidden/>
    <w:unhideWhenUsed/>
    <w:rsid w:val="004B0D6E"/>
    <w:rPr>
      <w:rFonts w:ascii="Lato Light" w:hAnsi="Lato Light"/>
      <w:b w:val="0"/>
      <w:i w:val="0"/>
      <w:lang w:val="pl-PL"/>
    </w:rPr>
  </w:style>
  <w:style w:type="paragraph" w:customStyle="1" w:styleId="Umowa">
    <w:name w:val="Umowa"/>
    <w:basedOn w:val="Normalny"/>
    <w:uiPriority w:val="99"/>
    <w:rsid w:val="0064511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</w:tabs>
      <w:autoSpaceDE w:val="0"/>
      <w:autoSpaceDN w:val="0"/>
      <w:adjustRightInd w:val="0"/>
      <w:spacing w:after="170" w:line="290" w:lineRule="atLeast"/>
      <w:textAlignment w:val="center"/>
    </w:pPr>
    <w:rPr>
      <w:rFonts w:cs="Lato Light"/>
      <w:color w:val="000000"/>
      <w:spacing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21415B"/>
    <w:rPr>
      <w:rFonts w:ascii="Lato Heavy" w:hAnsi="Lato Heavy" w:cs="Times New Roman (Tekst podstawo"/>
      <w:b/>
      <w:bCs/>
      <w:caps/>
      <w:spacing w:val="30"/>
      <w:kern w:val="24"/>
    </w:rPr>
  </w:style>
  <w:style w:type="paragraph" w:styleId="Tytu">
    <w:name w:val="Title"/>
    <w:next w:val="Normalny"/>
    <w:link w:val="TytuZnak"/>
    <w:uiPriority w:val="10"/>
    <w:rsid w:val="0064511F"/>
    <w:pPr>
      <w:spacing w:after="160" w:line="312" w:lineRule="auto"/>
    </w:pPr>
    <w:rPr>
      <w:rFonts w:ascii="Lato" w:hAnsi="Lato" w:cs="Times New Roman (Tekst podstawo"/>
      <w:b/>
      <w:bCs/>
      <w:caps/>
      <w:spacing w:val="20"/>
      <w:kern w:val="24"/>
    </w:rPr>
  </w:style>
  <w:style w:type="character" w:customStyle="1" w:styleId="TytuZnak">
    <w:name w:val="Tytuł Znak"/>
    <w:basedOn w:val="Domylnaczcionkaakapitu"/>
    <w:link w:val="Tytu"/>
    <w:uiPriority w:val="10"/>
    <w:rsid w:val="0064511F"/>
    <w:rPr>
      <w:rFonts w:ascii="Lato" w:hAnsi="Lato" w:cs="Times New Roman (Tekst podstawo"/>
      <w:b/>
      <w:bCs/>
      <w:i w:val="0"/>
      <w:caps/>
      <w:spacing w:val="20"/>
      <w:kern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31FF9"/>
    <w:rPr>
      <w:rFonts w:ascii="Lato Light" w:hAnsi="Lato Light" w:cs="Times New Roman (Tekst podstawo"/>
      <w:color w:val="005F34" w:themeColor="text2"/>
      <w:spacing w:val="4"/>
      <w:kern w:val="24"/>
      <w:sz w:val="28"/>
      <w:szCs w:val="28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C25C42"/>
    <w:rPr>
      <w:rFonts w:ascii="Lato SemiBold" w:hAnsi="Lato SemiBold"/>
      <w:b/>
      <w:bCs/>
      <w:i w:val="0"/>
      <w:lang w:val="pl-PL"/>
    </w:rPr>
  </w:style>
  <w:style w:type="paragraph" w:styleId="Akapitzlist">
    <w:name w:val="List Paragraph"/>
    <w:basedOn w:val="Normalny"/>
    <w:uiPriority w:val="34"/>
    <w:qFormat/>
    <w:rsid w:val="00D71975"/>
    <w:pPr>
      <w:ind w:left="720"/>
      <w:contextualSpacing/>
    </w:pPr>
  </w:style>
  <w:style w:type="character" w:customStyle="1" w:styleId="Wzmianka1">
    <w:name w:val="Wzmianka1"/>
    <w:uiPriority w:val="99"/>
    <w:unhideWhenUsed/>
    <w:rsid w:val="00E77D66"/>
    <w:rPr>
      <w:rFonts w:ascii="Lato" w:hAnsi="Lato"/>
      <w:color w:val="7F7F7F" w:themeColor="text1" w:themeTint="80"/>
      <w:spacing w:val="1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347C0"/>
    <w:rPr>
      <w:rFonts w:ascii="Lato Light" w:hAnsi="Lato Light" w:cs="Times New Roman (Tekst podstawo"/>
      <w:color w:val="000000" w:themeColor="text1"/>
      <w:spacing w:val="5"/>
      <w:kern w:val="24"/>
      <w14:ligatures w14:val="standard"/>
    </w:rPr>
  </w:style>
  <w:style w:type="paragraph" w:styleId="Zwrotgrzecznociowy">
    <w:name w:val="Salutation"/>
    <w:next w:val="Normalny"/>
    <w:link w:val="ZwrotgrzecznociowyZnak"/>
    <w:uiPriority w:val="99"/>
    <w:unhideWhenUsed/>
    <w:qFormat/>
    <w:rsid w:val="00D71975"/>
    <w:pPr>
      <w:spacing w:before="2760" w:after="360"/>
    </w:pPr>
    <w:rPr>
      <w:rFonts w:ascii="Lato Heavy" w:hAnsi="Lato Heavy" w:cs="Times New Roman (Tekst podstawo"/>
      <w:b/>
      <w:bCs/>
      <w:spacing w:val="20"/>
      <w:kern w:val="24"/>
      <w:sz w:val="28"/>
      <w:szCs w:val="28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71975"/>
    <w:rPr>
      <w:rFonts w:ascii="Lato Heavy" w:hAnsi="Lato Heavy" w:cs="Times New Roman (Tekst podstawo"/>
      <w:b/>
      <w:bCs/>
      <w:i w:val="0"/>
      <w:spacing w:val="20"/>
      <w:kern w:val="24"/>
      <w:sz w:val="28"/>
      <w:szCs w:val="28"/>
      <w:lang w:val="pl-PL"/>
    </w:rPr>
  </w:style>
  <w:style w:type="paragraph" w:styleId="Zwrotpoegnalny">
    <w:name w:val="Closing"/>
    <w:link w:val="ZwrotpoegnalnyZnak"/>
    <w:uiPriority w:val="99"/>
    <w:unhideWhenUsed/>
    <w:qFormat/>
    <w:rsid w:val="00100E31"/>
    <w:pPr>
      <w:spacing w:before="1100"/>
      <w:ind w:left="5669"/>
      <w:jc w:val="center"/>
    </w:pPr>
    <w:rPr>
      <w:rFonts w:ascii="Lato Light" w:hAnsi="Lato Light"/>
      <w:sz w:val="20"/>
      <w:szCs w:val="20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100E31"/>
    <w:rPr>
      <w:rFonts w:ascii="Lato Light" w:hAnsi="Lato Light"/>
      <w:b w:val="0"/>
      <w:i w:val="0"/>
      <w:sz w:val="20"/>
      <w:szCs w:val="20"/>
      <w:lang w:val="pl-PL"/>
    </w:rPr>
  </w:style>
  <w:style w:type="paragraph" w:styleId="Podpis">
    <w:name w:val="Signature"/>
    <w:basedOn w:val="Zwrotpoegnalny"/>
    <w:link w:val="PodpisZnak"/>
    <w:uiPriority w:val="99"/>
    <w:unhideWhenUsed/>
    <w:qFormat/>
    <w:rsid w:val="00C71C9A"/>
    <w:pPr>
      <w:spacing w:before="1000"/>
    </w:pPr>
  </w:style>
  <w:style w:type="character" w:customStyle="1" w:styleId="PodpisZnak">
    <w:name w:val="Podpis Znak"/>
    <w:basedOn w:val="Domylnaczcionkaakapitu"/>
    <w:link w:val="Podpis"/>
    <w:uiPriority w:val="99"/>
    <w:rsid w:val="00C71C9A"/>
    <w:rPr>
      <w:rFonts w:ascii="Lato Light" w:hAnsi="Lato Light"/>
      <w:b w:val="0"/>
      <w:i w:val="0"/>
      <w:sz w:val="20"/>
      <w:szCs w:val="20"/>
      <w:lang w:val="pl-PL"/>
    </w:rPr>
  </w:style>
  <w:style w:type="paragraph" w:styleId="Adresnakopercie">
    <w:name w:val="envelope address"/>
    <w:basedOn w:val="Normalny"/>
    <w:uiPriority w:val="99"/>
    <w:unhideWhenUsed/>
    <w:qFormat/>
    <w:rsid w:val="00D71975"/>
    <w:pPr>
      <w:spacing w:after="40" w:line="288" w:lineRule="auto"/>
      <w:jc w:val="left"/>
    </w:pPr>
  </w:style>
  <w:style w:type="table" w:styleId="Siatkatabelijasna">
    <w:name w:val="Grid Table Light"/>
    <w:basedOn w:val="Standardowy"/>
    <w:uiPriority w:val="40"/>
    <w:rsid w:val="00796A06"/>
    <w:tblPr>
      <w:jc w:val="center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jc w:val="center"/>
    </w:trPr>
  </w:style>
  <w:style w:type="table" w:styleId="Tabela-Siatka">
    <w:name w:val="Table Grid"/>
    <w:basedOn w:val="Standardowy"/>
    <w:uiPriority w:val="39"/>
    <w:rsid w:val="00796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96A06"/>
    <w:rPr>
      <w:rFonts w:ascii="Lato Light" w:hAnsi="Lato Ligh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AD464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AD464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AD46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odpise-mail">
    <w:name w:val="E-mail Signature"/>
    <w:aliases w:val="Stanowisko"/>
    <w:basedOn w:val="Zwrotpoegnalny"/>
    <w:link w:val="Podpise-mailZnak"/>
    <w:uiPriority w:val="99"/>
    <w:unhideWhenUsed/>
    <w:qFormat/>
    <w:rsid w:val="00100E31"/>
    <w:pPr>
      <w:spacing w:before="80"/>
      <w:ind w:left="5681"/>
    </w:pPr>
    <w:rPr>
      <w:rFonts w:ascii="Lato" w:hAnsi="Lato" w:cs="Times New Roman (Tekst podstawo"/>
      <w:caps/>
      <w:spacing w:val="20"/>
      <w:sz w:val="14"/>
      <w:szCs w:val="15"/>
    </w:rPr>
  </w:style>
  <w:style w:type="character" w:customStyle="1" w:styleId="Podpise-mailZnak">
    <w:name w:val="Podpis e-mail Znak"/>
    <w:aliases w:val="Stanowisko Znak"/>
    <w:basedOn w:val="Domylnaczcionkaakapitu"/>
    <w:link w:val="Podpise-mail"/>
    <w:uiPriority w:val="99"/>
    <w:rsid w:val="00100E31"/>
    <w:rPr>
      <w:rFonts w:ascii="Lato" w:hAnsi="Lato" w:cs="Times New Roman (Tekst podstawo"/>
      <w:b w:val="0"/>
      <w:i w:val="0"/>
      <w:caps/>
      <w:spacing w:val="20"/>
      <w:sz w:val="14"/>
      <w:szCs w:val="15"/>
      <w:lang w:val="pl-PL"/>
    </w:rPr>
  </w:style>
  <w:style w:type="paragraph" w:styleId="Legenda">
    <w:name w:val="caption"/>
    <w:aliases w:val="Objaśnienie"/>
    <w:next w:val="Normalny"/>
    <w:uiPriority w:val="35"/>
    <w:unhideWhenUsed/>
    <w:qFormat/>
    <w:rsid w:val="00E333E1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right" w:leader="dot" w:pos="9781"/>
      </w:tabs>
      <w:autoSpaceDE w:val="0"/>
      <w:autoSpaceDN w:val="0"/>
      <w:adjustRightInd w:val="0"/>
      <w:spacing w:after="40" w:line="264" w:lineRule="auto"/>
      <w:textAlignment w:val="center"/>
    </w:pPr>
    <w:rPr>
      <w:rFonts w:ascii="Lato" w:hAnsi="Lato" w:cs="Lato Light"/>
      <w:color w:val="808080" w:themeColor="background1" w:themeShade="80"/>
      <w:spacing w:val="6"/>
      <w:sz w:val="14"/>
      <w:szCs w:val="14"/>
      <w14:ligatures w14:val="standard"/>
    </w:rPr>
  </w:style>
  <w:style w:type="paragraph" w:styleId="NormalnyWeb">
    <w:name w:val="Normal (Web)"/>
    <w:basedOn w:val="Normalny"/>
    <w:uiPriority w:val="99"/>
    <w:unhideWhenUsed/>
    <w:rsid w:val="00742064"/>
    <w:pPr>
      <w:spacing w:before="100" w:beforeAutospacing="1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Krol\OneDrive%20-%20Osadkowski%20SA%20(1)\Marketing\3%20WIZERUNEK\MATERIA&#321;Y%20FIRMOWE\PAPIER%20FIRMOWY\KOLOR\Papier%20firmowy_szablon_2020.dotx" TargetMode="External"/></Relationships>
</file>

<file path=word/theme/theme1.xml><?xml version="1.0" encoding="utf-8"?>
<a:theme xmlns:a="http://schemas.openxmlformats.org/drawingml/2006/main" name="Motyw pakietu Office">
  <a:themeElements>
    <a:clrScheme name="Osadkowski SA">
      <a:dk1>
        <a:srgbClr val="000000"/>
      </a:dk1>
      <a:lt1>
        <a:srgbClr val="FFFFFF"/>
      </a:lt1>
      <a:dk2>
        <a:srgbClr val="005F34"/>
      </a:dk2>
      <a:lt2>
        <a:srgbClr val="84BE41"/>
      </a:lt2>
      <a:accent1>
        <a:srgbClr val="E77D33"/>
      </a:accent1>
      <a:accent2>
        <a:srgbClr val="84BE41"/>
      </a:accent2>
      <a:accent3>
        <a:srgbClr val="005F34"/>
      </a:accent3>
      <a:accent4>
        <a:srgbClr val="FDD525"/>
      </a:accent4>
      <a:accent5>
        <a:srgbClr val="0A4A8D"/>
      </a:accent5>
      <a:accent6>
        <a:srgbClr val="43296D"/>
      </a:accent6>
      <a:hlink>
        <a:srgbClr val="E77D33"/>
      </a:hlink>
      <a:folHlink>
        <a:srgbClr val="FDD525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3EBC849D4D1A48BCBF21364CC8C93A" ma:contentTypeVersion="0" ma:contentTypeDescription="Utwórz nowy dokument." ma:contentTypeScope="" ma:versionID="ccd8c0dbf11d3d627769bb228b167ac5">
  <xsd:schema xmlns:xsd="http://www.w3.org/2001/XMLSchema" xmlns:xs="http://www.w3.org/2001/XMLSchema" xmlns:p="http://schemas.microsoft.com/office/2006/metadata/properties" xmlns:ns2="f22d25a4-3d12-4d73-81e0-1e895e7d99e4" targetNamespace="http://schemas.microsoft.com/office/2006/metadata/properties" ma:root="true" ma:fieldsID="e3621f1c6fbc3c1b55e7189b24f1a6ba" ns2:_="">
    <xsd:import namespace="f22d25a4-3d12-4d73-81e0-1e895e7d99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d25a4-3d12-4d73-81e0-1e895e7d99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22d25a4-3d12-4d73-81e0-1e895e7d99e4">OSAD-845-8645</_dlc_DocId>
    <_dlc_DocIdUrl xmlns="f22d25a4-3d12-4d73-81e0-1e895e7d99e4">
      <Url>https://portal.osadkowski.pl/marketing/_layouts/15/DocIdRedir.aspx?ID=OSAD-845-8645</Url>
      <Description>OSAD-845-8645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15F42-82DA-44DE-B8E2-0ABF25F14E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39E96C-824D-4750-A592-F85EC18C2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2d25a4-3d12-4d73-81e0-1e895e7d9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644115-9F2C-4687-805F-B42D3EB846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60F82C-7DD3-40E2-A431-1D6AEE44F17B}">
  <ds:schemaRefs>
    <ds:schemaRef ds:uri="http://schemas.microsoft.com/office/2006/metadata/properties"/>
    <ds:schemaRef ds:uri="http://schemas.microsoft.com/office/infopath/2007/PartnerControls"/>
    <ds:schemaRef ds:uri="f22d25a4-3d12-4d73-81e0-1e895e7d99e4"/>
  </ds:schemaRefs>
</ds:datastoreItem>
</file>

<file path=customXml/itemProps5.xml><?xml version="1.0" encoding="utf-8"?>
<ds:datastoreItem xmlns:ds="http://schemas.openxmlformats.org/officeDocument/2006/customXml" ds:itemID="{8AF4AB7E-FAEF-461F-9C21-2F59F8E8E6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firmowy_szablon_2020.dotx</Template>
  <TotalTime>4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Król-Baran</dc:creator>
  <cp:keywords/>
  <dc:description/>
  <cp:lastModifiedBy>Marzena Sulikowska</cp:lastModifiedBy>
  <cp:revision>2</cp:revision>
  <cp:lastPrinted>2022-05-31T10:47:00Z</cp:lastPrinted>
  <dcterms:created xsi:type="dcterms:W3CDTF">2025-03-10T14:51:00Z</dcterms:created>
  <dcterms:modified xsi:type="dcterms:W3CDTF">2025-03-10T14:51:00Z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0x010100EB3EBC849D4D1A48BCBF21364CC8C93A</vt:lpwstr>
  </property>
  <property fmtid="{D5CDD505-2E9C-101B-9397-08002B2CF9AE}" pid="3" name="_dlc_DocIdItemGuid">
    <vt:lpwstr>69204d03-c467-4ff4-a9b3-55c3a766d3b1</vt:lpwstr>
  </property>
</Properties>
</file>