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B61" w:rsidRDefault="00237B61" w:rsidP="00E56A01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Ogłoszenie o zaproszeniu do składania ofert  na organizację wycieczki: Karkonosze i Skalne Miasto Adrspach (Czechy) dla pracowników Ośrodka Pomocy Społecznej w Staszowie oraz na organizację wypoczynku letniego dla dzieci w miejscowości atrakcyjnej turystycznie w górach – Beskid Śląski/Beskid Żywiecki.</w:t>
      </w:r>
    </w:p>
    <w:p w:rsidR="00237B61" w:rsidRDefault="00237B61" w:rsidP="00E56A01">
      <w:pPr>
        <w:jc w:val="center"/>
        <w:rPr>
          <w:rFonts w:ascii="Times New Roman" w:hAnsi="Times New Roman" w:cs="Times New Roman"/>
          <w:b/>
          <w:bCs/>
        </w:rPr>
      </w:pPr>
    </w:p>
    <w:p w:rsidR="00237B61" w:rsidRPr="00657566" w:rsidRDefault="00237B61" w:rsidP="00C47D34">
      <w:pPr>
        <w:rPr>
          <w:rFonts w:ascii="Times New Roman" w:hAnsi="Times New Roman" w:cs="Times New Roman"/>
        </w:rPr>
      </w:pPr>
      <w:r w:rsidRPr="00C47D34">
        <w:rPr>
          <w:rFonts w:ascii="Times New Roman" w:hAnsi="Times New Roman" w:cs="Times New Roman"/>
          <w:b/>
          <w:bCs/>
        </w:rPr>
        <w:t>1.</w:t>
      </w:r>
      <w:r>
        <w:rPr>
          <w:rFonts w:ascii="Times New Roman" w:hAnsi="Times New Roman" w:cs="Times New Roman"/>
          <w:b/>
          <w:bCs/>
        </w:rPr>
        <w:t xml:space="preserve"> Zamawiający: </w:t>
      </w:r>
      <w:r w:rsidRPr="00657566">
        <w:rPr>
          <w:rFonts w:ascii="Times New Roman" w:hAnsi="Times New Roman" w:cs="Times New Roman"/>
        </w:rPr>
        <w:t>Ośrodek Pomocy Społecznej w Staszowie, ul. Wschodnia 13, 28-200 Staszów</w:t>
      </w:r>
    </w:p>
    <w:p w:rsidR="00237B61" w:rsidRPr="00657566" w:rsidRDefault="00237B61" w:rsidP="00A520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2. Rodzaj zamówienia: </w:t>
      </w:r>
      <w:r w:rsidRPr="00657566">
        <w:rPr>
          <w:rFonts w:ascii="Times New Roman" w:hAnsi="Times New Roman" w:cs="Times New Roman"/>
        </w:rPr>
        <w:t>USŁUGA</w:t>
      </w:r>
    </w:p>
    <w:p w:rsidR="00237B61" w:rsidRDefault="00237B61" w:rsidP="00FB69AC">
      <w:pPr>
        <w:pStyle w:val="Akapitzlist1"/>
        <w:ind w:left="1080" w:hanging="1080"/>
        <w:jc w:val="both"/>
        <w:rPr>
          <w:rFonts w:ascii="Times New Roman" w:hAnsi="Times New Roman" w:cs="Times New Roman"/>
          <w:sz w:val="20"/>
          <w:szCs w:val="20"/>
        </w:rPr>
      </w:pPr>
      <w:r w:rsidRPr="00FB69AC">
        <w:rPr>
          <w:rFonts w:ascii="Times New Roman" w:hAnsi="Times New Roman" w:cs="Times New Roman"/>
          <w:sz w:val="20"/>
          <w:szCs w:val="20"/>
        </w:rPr>
        <w:t>Zadanie 1.</w:t>
      </w:r>
      <w:r w:rsidRPr="00FB69A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FB69AC">
        <w:rPr>
          <w:rFonts w:ascii="Times New Roman" w:hAnsi="Times New Roman" w:cs="Times New Roman"/>
          <w:sz w:val="20"/>
          <w:szCs w:val="20"/>
        </w:rPr>
        <w:t>Zorganizowanie wycieczki:</w:t>
      </w:r>
      <w:r w:rsidRPr="00FB69AC">
        <w:rPr>
          <w:rFonts w:ascii="Times New Roman" w:hAnsi="Times New Roman" w:cs="Times New Roman"/>
          <w:b/>
          <w:bCs/>
          <w:sz w:val="20"/>
          <w:szCs w:val="20"/>
        </w:rPr>
        <w:t xml:space="preserve"> Karkonosze i Skalne Miasto Adrspach (Czechy) </w:t>
      </w:r>
      <w:r w:rsidRPr="00FB69AC">
        <w:rPr>
          <w:rFonts w:ascii="Times New Roman" w:hAnsi="Times New Roman" w:cs="Times New Roman"/>
          <w:sz w:val="20"/>
          <w:szCs w:val="20"/>
        </w:rPr>
        <w:t>dla 45-50 osób.</w:t>
      </w:r>
    </w:p>
    <w:p w:rsidR="00237B61" w:rsidRPr="00FB69AC" w:rsidRDefault="00237B61" w:rsidP="005F3270">
      <w:pPr>
        <w:pStyle w:val="Akapitzlist1"/>
        <w:ind w:left="900" w:hanging="900"/>
        <w:rPr>
          <w:rFonts w:ascii="Times New Roman" w:hAnsi="Times New Roman" w:cs="Times New Roman"/>
          <w:sz w:val="20"/>
          <w:szCs w:val="20"/>
        </w:rPr>
      </w:pPr>
      <w:r w:rsidRPr="00FB69AC">
        <w:rPr>
          <w:rFonts w:ascii="Times New Roman" w:hAnsi="Times New Roman" w:cs="Times New Roman"/>
          <w:sz w:val="20"/>
          <w:szCs w:val="20"/>
        </w:rPr>
        <w:t>Zadanie 2.</w:t>
      </w:r>
      <w:r>
        <w:rPr>
          <w:rFonts w:ascii="Times New Roman" w:hAnsi="Times New Roman" w:cs="Times New Roman"/>
        </w:rPr>
        <w:t xml:space="preserve"> </w:t>
      </w:r>
      <w:r w:rsidRPr="00FB69AC">
        <w:rPr>
          <w:rFonts w:ascii="Times New Roman" w:hAnsi="Times New Roman" w:cs="Times New Roman"/>
          <w:sz w:val="20"/>
          <w:szCs w:val="20"/>
        </w:rPr>
        <w:t xml:space="preserve">Zorganizowanie wypoczynku letniego: </w:t>
      </w:r>
      <w:r w:rsidRPr="00FB69AC">
        <w:rPr>
          <w:rFonts w:ascii="Times New Roman" w:hAnsi="Times New Roman" w:cs="Times New Roman"/>
          <w:b/>
          <w:bCs/>
          <w:sz w:val="20"/>
          <w:szCs w:val="20"/>
        </w:rPr>
        <w:t>Beskid Śląski/Beskid Żywiecki</w:t>
      </w:r>
      <w:r>
        <w:rPr>
          <w:rFonts w:ascii="Times New Roman" w:hAnsi="Times New Roman" w:cs="Times New Roman"/>
          <w:sz w:val="20"/>
          <w:szCs w:val="20"/>
        </w:rPr>
        <w:t xml:space="preserve"> dla 11</w:t>
      </w:r>
      <w:r w:rsidRPr="00FB69AC">
        <w:rPr>
          <w:rFonts w:ascii="Times New Roman" w:hAnsi="Times New Roman" w:cs="Times New Roman"/>
          <w:sz w:val="20"/>
          <w:szCs w:val="20"/>
        </w:rPr>
        <w:t xml:space="preserve"> dzieci </w:t>
      </w:r>
      <w:r w:rsidRPr="00FB69AC">
        <w:rPr>
          <w:rFonts w:ascii="Times New Roman" w:hAnsi="Times New Roman" w:cs="Times New Roman"/>
          <w:sz w:val="20"/>
          <w:szCs w:val="20"/>
        </w:rPr>
        <w:br/>
        <w:t xml:space="preserve">w wieku: 7-16 lat. </w:t>
      </w:r>
    </w:p>
    <w:p w:rsidR="00237B61" w:rsidRDefault="00237B61" w:rsidP="00FB69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3. </w:t>
      </w:r>
      <w:r w:rsidRPr="00B93C71">
        <w:rPr>
          <w:rFonts w:ascii="Times New Roman" w:hAnsi="Times New Roman" w:cs="Times New Roman"/>
          <w:b/>
          <w:bCs/>
        </w:rPr>
        <w:t>Termin</w:t>
      </w:r>
      <w:r>
        <w:rPr>
          <w:rFonts w:ascii="Times New Roman" w:hAnsi="Times New Roman" w:cs="Times New Roman"/>
          <w:b/>
          <w:bCs/>
        </w:rPr>
        <w:t xml:space="preserve"> wykonania usługi</w:t>
      </w:r>
      <w:r w:rsidRPr="00B93C71">
        <w:rPr>
          <w:rFonts w:ascii="Times New Roman" w:hAnsi="Times New Roman" w:cs="Times New Roman"/>
          <w:b/>
          <w:bCs/>
        </w:rPr>
        <w:t>:</w:t>
      </w:r>
      <w:r>
        <w:rPr>
          <w:rFonts w:ascii="Times New Roman" w:hAnsi="Times New Roman" w:cs="Times New Roman"/>
        </w:rPr>
        <w:t xml:space="preserve">  </w:t>
      </w:r>
    </w:p>
    <w:p w:rsidR="00237B61" w:rsidRPr="00FB69AC" w:rsidRDefault="00237B61" w:rsidP="00FB69A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B69AC">
        <w:rPr>
          <w:rFonts w:ascii="Times New Roman" w:hAnsi="Times New Roman" w:cs="Times New Roman"/>
        </w:rPr>
        <w:t>Zadanie 1: 19-22.06.2025 r.</w:t>
      </w:r>
    </w:p>
    <w:p w:rsidR="00237B61" w:rsidRPr="005F4655" w:rsidRDefault="00237B61" w:rsidP="00FB69A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B69AC">
        <w:rPr>
          <w:rFonts w:ascii="Times New Roman" w:hAnsi="Times New Roman" w:cs="Times New Roman"/>
        </w:rPr>
        <w:t xml:space="preserve">Zadanie 2: </w:t>
      </w:r>
      <w:r w:rsidRPr="005F4655">
        <w:rPr>
          <w:rFonts w:ascii="Times New Roman" w:hAnsi="Times New Roman" w:cs="Times New Roman"/>
        </w:rPr>
        <w:t>10 dni pobytu w przedziale 15.07 – 15.08.2025 r.</w:t>
      </w:r>
    </w:p>
    <w:p w:rsidR="00237B61" w:rsidRDefault="00237B61" w:rsidP="00B1330B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4. Warunki płatności: </w:t>
      </w:r>
      <w:r w:rsidRPr="00A94300">
        <w:rPr>
          <w:rFonts w:ascii="Times New Roman" w:hAnsi="Times New Roman" w:cs="Times New Roman"/>
        </w:rPr>
        <w:t xml:space="preserve">podstawą zapłaty będzie prawidłowo wystawiona faktura VAT po realizacji </w:t>
      </w:r>
      <w:r>
        <w:rPr>
          <w:rFonts w:ascii="Times New Roman" w:hAnsi="Times New Roman" w:cs="Times New Roman"/>
        </w:rPr>
        <w:t xml:space="preserve">  </w:t>
      </w:r>
      <w:r w:rsidRPr="00A94300">
        <w:rPr>
          <w:rFonts w:ascii="Times New Roman" w:hAnsi="Times New Roman" w:cs="Times New Roman"/>
        </w:rPr>
        <w:t>usługi z terminem płatności 30 dni.</w:t>
      </w:r>
    </w:p>
    <w:p w:rsidR="00237B61" w:rsidRDefault="00237B61" w:rsidP="00B1330B">
      <w:pPr>
        <w:spacing w:line="240" w:lineRule="auto"/>
        <w:rPr>
          <w:rFonts w:ascii="Times New Roman" w:hAnsi="Times New Roman" w:cs="Times New Roman"/>
          <w:b/>
          <w:bCs/>
        </w:rPr>
      </w:pPr>
      <w:r w:rsidRPr="005F3270">
        <w:rPr>
          <w:rFonts w:ascii="Times New Roman" w:hAnsi="Times New Roman" w:cs="Times New Roman"/>
          <w:b/>
          <w:bCs/>
        </w:rPr>
        <w:t>5. Zdolność techniczna:</w:t>
      </w:r>
    </w:p>
    <w:p w:rsidR="00237B61" w:rsidRDefault="00237B61" w:rsidP="003A5906">
      <w:pPr>
        <w:spacing w:line="240" w:lineRule="auto"/>
        <w:jc w:val="both"/>
        <w:rPr>
          <w:rFonts w:ascii="Times New Roman" w:hAnsi="Times New Roman" w:cs="Times New Roman"/>
        </w:rPr>
      </w:pPr>
      <w:r w:rsidRPr="005F3270">
        <w:rPr>
          <w:rFonts w:ascii="Times New Roman" w:hAnsi="Times New Roman" w:cs="Times New Roman"/>
        </w:rPr>
        <w:t>W celu</w:t>
      </w:r>
      <w:r>
        <w:rPr>
          <w:rFonts w:ascii="Times New Roman" w:hAnsi="Times New Roman" w:cs="Times New Roman"/>
        </w:rPr>
        <w:t xml:space="preserve"> potwierdzenia spełnienia przez Wykonawcę warunków udziału w postępowaniu Zamawiający żąda następujących podmiotowych środków dowodowych w zakresie wykonywanych usług:</w:t>
      </w:r>
    </w:p>
    <w:p w:rsidR="00237B61" w:rsidRDefault="00237B61" w:rsidP="003A5906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Zadanie 1: Zamawiający uzna warunek za spełniony, jeżeli Wykonawca wykaże, że zorganizował minimum 3 wyjazdy/wycieczki w okresie ostatnich 6 miesięcy, każda o wartości minimum 60.000,00 zł.</w:t>
      </w:r>
    </w:p>
    <w:p w:rsidR="00237B61" w:rsidRDefault="00237B61" w:rsidP="006D3C24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Zadanie 2: Zamawiający uzna warunek za spełniony, jeżeli Wykonawca wykaże, że zorganizował minimum 3 obozy/kolonie/zimowiska w okresie ostatnich 12 miesięcy, każdy o wartości minimum 30.000,00 zł.</w:t>
      </w:r>
    </w:p>
    <w:p w:rsidR="00237B61" w:rsidRPr="006D3C24" w:rsidRDefault="00237B61" w:rsidP="006D3C24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potwierdzenie niniejszego warunku należy złożyć oświadczenie – załącznik do oferty.</w:t>
      </w:r>
    </w:p>
    <w:p w:rsidR="00237B61" w:rsidRDefault="00237B61" w:rsidP="00A520B4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6. </w:t>
      </w:r>
      <w:r w:rsidRPr="00B93C71">
        <w:rPr>
          <w:rFonts w:ascii="Times New Roman" w:hAnsi="Times New Roman" w:cs="Times New Roman"/>
          <w:b/>
          <w:bCs/>
        </w:rPr>
        <w:t>Kryterium oceny ofert:</w:t>
      </w:r>
      <w:r>
        <w:rPr>
          <w:rFonts w:ascii="Times New Roman" w:hAnsi="Times New Roman" w:cs="Times New Roman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71"/>
        <w:gridCol w:w="3717"/>
        <w:gridCol w:w="1151"/>
        <w:gridCol w:w="2758"/>
      </w:tblGrid>
      <w:tr w:rsidR="00237B61" w:rsidRPr="005F6DE0">
        <w:tc>
          <w:tcPr>
            <w:tcW w:w="571" w:type="dxa"/>
          </w:tcPr>
          <w:p w:rsidR="00237B61" w:rsidRPr="005F6DE0" w:rsidRDefault="00237B61" w:rsidP="005F6D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</w:t>
            </w:r>
          </w:p>
        </w:tc>
        <w:tc>
          <w:tcPr>
            <w:tcW w:w="3717" w:type="dxa"/>
          </w:tcPr>
          <w:p w:rsidR="00237B61" w:rsidRPr="005F6DE0" w:rsidRDefault="00237B61" w:rsidP="005F6D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6DE0">
              <w:rPr>
                <w:rFonts w:ascii="Times New Roman" w:hAnsi="Times New Roman" w:cs="Times New Roman"/>
              </w:rPr>
              <w:t>Kryterium</w:t>
            </w:r>
          </w:p>
        </w:tc>
        <w:tc>
          <w:tcPr>
            <w:tcW w:w="1151" w:type="dxa"/>
          </w:tcPr>
          <w:p w:rsidR="00237B61" w:rsidRPr="005F6DE0" w:rsidRDefault="00237B61" w:rsidP="005F6D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6DE0">
              <w:rPr>
                <w:rFonts w:ascii="Times New Roman" w:hAnsi="Times New Roman" w:cs="Times New Roman"/>
              </w:rPr>
              <w:t>Udział %</w:t>
            </w:r>
          </w:p>
        </w:tc>
        <w:tc>
          <w:tcPr>
            <w:tcW w:w="2758" w:type="dxa"/>
          </w:tcPr>
          <w:p w:rsidR="00237B61" w:rsidRPr="005F6DE0" w:rsidRDefault="00237B61" w:rsidP="005F6D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6DE0">
              <w:rPr>
                <w:rFonts w:ascii="Times New Roman" w:hAnsi="Times New Roman" w:cs="Times New Roman"/>
              </w:rPr>
              <w:t>Maksymalna ilość punktów</w:t>
            </w:r>
          </w:p>
        </w:tc>
      </w:tr>
      <w:tr w:rsidR="00237B61" w:rsidRPr="005F6DE0">
        <w:tc>
          <w:tcPr>
            <w:tcW w:w="571" w:type="dxa"/>
          </w:tcPr>
          <w:p w:rsidR="00237B61" w:rsidRPr="005F6DE0" w:rsidRDefault="00237B61" w:rsidP="005F6D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6D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17" w:type="dxa"/>
          </w:tcPr>
          <w:p w:rsidR="00237B61" w:rsidRPr="005F6DE0" w:rsidRDefault="00237B61" w:rsidP="005F6D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6DE0">
              <w:rPr>
                <w:rFonts w:ascii="Times New Roman" w:hAnsi="Times New Roman" w:cs="Times New Roman"/>
              </w:rPr>
              <w:t>Cena (C)</w:t>
            </w:r>
          </w:p>
        </w:tc>
        <w:tc>
          <w:tcPr>
            <w:tcW w:w="1151" w:type="dxa"/>
          </w:tcPr>
          <w:p w:rsidR="00237B61" w:rsidRPr="005F6DE0" w:rsidRDefault="00237B61" w:rsidP="005F32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5F6DE0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2758" w:type="dxa"/>
          </w:tcPr>
          <w:p w:rsidR="00237B61" w:rsidRPr="005F6DE0" w:rsidRDefault="00237B61" w:rsidP="005F32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5F6DE0">
              <w:rPr>
                <w:rFonts w:ascii="Times New Roman" w:hAnsi="Times New Roman" w:cs="Times New Roman"/>
              </w:rPr>
              <w:t>0 pkt</w:t>
            </w:r>
          </w:p>
        </w:tc>
      </w:tr>
      <w:tr w:rsidR="00237B61" w:rsidRPr="005F6DE0">
        <w:tc>
          <w:tcPr>
            <w:tcW w:w="571" w:type="dxa"/>
          </w:tcPr>
          <w:p w:rsidR="00237B61" w:rsidRPr="005F6DE0" w:rsidRDefault="00237B61" w:rsidP="005F6D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6D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17" w:type="dxa"/>
          </w:tcPr>
          <w:p w:rsidR="00237B61" w:rsidRPr="005F6DE0" w:rsidRDefault="00237B61" w:rsidP="005F6D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6DE0">
              <w:rPr>
                <w:rFonts w:ascii="Times New Roman" w:hAnsi="Times New Roman" w:cs="Times New Roman"/>
              </w:rPr>
              <w:t>Atrakcyjność programu wycieczki (A)</w:t>
            </w:r>
          </w:p>
        </w:tc>
        <w:tc>
          <w:tcPr>
            <w:tcW w:w="1151" w:type="dxa"/>
          </w:tcPr>
          <w:p w:rsidR="00237B61" w:rsidRPr="005F6DE0" w:rsidRDefault="00237B61" w:rsidP="005F32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5F6DE0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2758" w:type="dxa"/>
          </w:tcPr>
          <w:p w:rsidR="00237B61" w:rsidRPr="005F6DE0" w:rsidRDefault="00237B61" w:rsidP="005F32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5F6DE0">
              <w:rPr>
                <w:rFonts w:ascii="Times New Roman" w:hAnsi="Times New Roman" w:cs="Times New Roman"/>
              </w:rPr>
              <w:t>0 pkt</w:t>
            </w:r>
          </w:p>
        </w:tc>
      </w:tr>
      <w:tr w:rsidR="00237B61" w:rsidRPr="005F6DE0">
        <w:tc>
          <w:tcPr>
            <w:tcW w:w="571" w:type="dxa"/>
          </w:tcPr>
          <w:p w:rsidR="00237B61" w:rsidRPr="005F6DE0" w:rsidRDefault="00237B61" w:rsidP="005F6D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17" w:type="dxa"/>
          </w:tcPr>
          <w:p w:rsidR="00237B61" w:rsidRPr="005F6DE0" w:rsidRDefault="00237B61" w:rsidP="005F6D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Atrakcyjność programu kolonii</w:t>
            </w:r>
            <w:r w:rsidRPr="005F6DE0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K</w:t>
            </w:r>
            <w:r w:rsidRPr="005F6DE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51" w:type="dxa"/>
          </w:tcPr>
          <w:p w:rsidR="00237B61" w:rsidRPr="005F6DE0" w:rsidRDefault="00237B61" w:rsidP="005F32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5F6DE0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2758" w:type="dxa"/>
          </w:tcPr>
          <w:p w:rsidR="00237B61" w:rsidRPr="005F6DE0" w:rsidRDefault="00237B61" w:rsidP="005F32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5F6DE0">
              <w:rPr>
                <w:rFonts w:ascii="Times New Roman" w:hAnsi="Times New Roman" w:cs="Times New Roman"/>
              </w:rPr>
              <w:t>0 pkt</w:t>
            </w:r>
          </w:p>
        </w:tc>
      </w:tr>
    </w:tbl>
    <w:p w:rsidR="00237B61" w:rsidRDefault="00237B61" w:rsidP="00A520B4">
      <w:pPr>
        <w:spacing w:line="240" w:lineRule="auto"/>
        <w:rPr>
          <w:rFonts w:ascii="Times New Roman" w:hAnsi="Times New Roman" w:cs="Times New Roman"/>
        </w:rPr>
      </w:pPr>
    </w:p>
    <w:p w:rsidR="00237B61" w:rsidRDefault="00237B61" w:rsidP="00670BE1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Oferty będą oceniane przez komisję  powołaną przez Kierownika Ośrodka Pomocy Społecznej                     w Staszowie. </w:t>
      </w:r>
    </w:p>
    <w:p w:rsidR="00237B61" w:rsidRPr="00721AF1" w:rsidRDefault="00237B61" w:rsidP="00670BE1">
      <w:pPr>
        <w:spacing w:line="240" w:lineRule="auto"/>
        <w:rPr>
          <w:rFonts w:ascii="Times New Roman" w:hAnsi="Times New Roman" w:cs="Times New Roman"/>
        </w:rPr>
      </w:pPr>
      <w:r w:rsidRPr="00721AF1">
        <w:rPr>
          <w:rFonts w:ascii="Times New Roman" w:hAnsi="Times New Roman" w:cs="Times New Roman"/>
        </w:rPr>
        <w:t>Oferta, która uzyska najwyższą liczbę punktów zostanie uznana za najkorzystniejszą.</w:t>
      </w:r>
    </w:p>
    <w:p w:rsidR="00237B61" w:rsidRPr="00721AF1" w:rsidRDefault="00237B61" w:rsidP="00721AF1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721AF1">
        <w:rPr>
          <w:rFonts w:ascii="Times New Roman" w:hAnsi="Times New Roman" w:cs="Times New Roman"/>
        </w:rPr>
        <w:t>Zasady oceny ofert:</w:t>
      </w:r>
    </w:p>
    <w:p w:rsidR="00237B61" w:rsidRDefault="00237B61" w:rsidP="00196D85">
      <w:pPr>
        <w:numPr>
          <w:ilvl w:val="2"/>
          <w:numId w:val="3"/>
        </w:numPr>
        <w:suppressAutoHyphens/>
        <w:spacing w:after="0" w:line="240" w:lineRule="auto"/>
        <w:ind w:left="1418" w:hanging="567"/>
        <w:jc w:val="both"/>
        <w:rPr>
          <w:rFonts w:ascii="Times New Roman" w:hAnsi="Times New Roman" w:cs="Times New Roman"/>
        </w:rPr>
      </w:pPr>
      <w:r w:rsidRPr="00721AF1">
        <w:rPr>
          <w:rFonts w:ascii="Times New Roman" w:hAnsi="Times New Roman" w:cs="Times New Roman"/>
        </w:rPr>
        <w:t>Oferta otrzyma zaokrągloną do dwóch miejsc po przecinku ilość punktów wynikającą ze wzoru:</w:t>
      </w:r>
    </w:p>
    <w:p w:rsidR="00237B61" w:rsidRDefault="00237B61" w:rsidP="006D3C24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:rsidR="00237B61" w:rsidRDefault="00237B61" w:rsidP="006D3C24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:rsidR="00237B61" w:rsidRDefault="00237B61" w:rsidP="006D3C24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:rsidR="00237B61" w:rsidRPr="00721AF1" w:rsidRDefault="00237B61" w:rsidP="00196D85">
      <w:pPr>
        <w:suppressAutoHyphens/>
        <w:spacing w:after="0" w:line="240" w:lineRule="auto"/>
        <w:ind w:left="1418"/>
        <w:jc w:val="both"/>
        <w:rPr>
          <w:rFonts w:ascii="Times New Roman" w:hAnsi="Times New Roman" w:cs="Times New Roman"/>
        </w:rPr>
      </w:pPr>
    </w:p>
    <w:p w:rsidR="00237B61" w:rsidRPr="00721AF1" w:rsidRDefault="00237B61" w:rsidP="00721AF1">
      <w:pPr>
        <w:pStyle w:val="Default"/>
        <w:spacing w:line="360" w:lineRule="auto"/>
        <w:ind w:left="750"/>
        <w:rPr>
          <w:rFonts w:ascii="Times New Roman" w:hAnsi="Times New Roman" w:cs="Times New Roman"/>
          <w:color w:val="auto"/>
          <w:sz w:val="22"/>
          <w:szCs w:val="22"/>
        </w:rPr>
      </w:pPr>
      <w:r w:rsidRPr="00721AF1">
        <w:rPr>
          <w:rFonts w:ascii="Times New Roman" w:hAnsi="Times New Roman" w:cs="Times New Roman"/>
          <w:color w:val="auto"/>
          <w:sz w:val="22"/>
          <w:szCs w:val="22"/>
        </w:rPr>
        <w:tab/>
        <w:t>C minimalna</w:t>
      </w:r>
    </w:p>
    <w:p w:rsidR="00237B61" w:rsidRPr="00721AF1" w:rsidRDefault="00237B61" w:rsidP="00721AF1">
      <w:pPr>
        <w:pStyle w:val="Default"/>
        <w:spacing w:line="360" w:lineRule="auto"/>
        <w:ind w:left="750"/>
        <w:rPr>
          <w:rFonts w:ascii="Times New Roman" w:hAnsi="Times New Roman" w:cs="Times New Roman"/>
          <w:color w:val="auto"/>
          <w:sz w:val="22"/>
          <w:szCs w:val="22"/>
        </w:rPr>
      </w:pPr>
      <w:r w:rsidRPr="00721AF1">
        <w:rPr>
          <w:rFonts w:ascii="Times New Roman" w:hAnsi="Times New Roman" w:cs="Times New Roman"/>
          <w:color w:val="auto"/>
          <w:sz w:val="22"/>
          <w:szCs w:val="22"/>
        </w:rPr>
        <w:t xml:space="preserve">C = -------------------------- x 50 </w:t>
      </w:r>
    </w:p>
    <w:p w:rsidR="00237B61" w:rsidRPr="00721AF1" w:rsidRDefault="00237B61" w:rsidP="00721AF1">
      <w:pPr>
        <w:pStyle w:val="Default"/>
        <w:spacing w:line="360" w:lineRule="auto"/>
        <w:ind w:left="750"/>
        <w:rPr>
          <w:rFonts w:ascii="Times New Roman" w:hAnsi="Times New Roman" w:cs="Times New Roman"/>
          <w:color w:val="auto"/>
          <w:sz w:val="22"/>
          <w:szCs w:val="22"/>
        </w:rPr>
      </w:pPr>
      <w:r w:rsidRPr="00721AF1">
        <w:rPr>
          <w:rFonts w:ascii="Times New Roman" w:hAnsi="Times New Roman" w:cs="Times New Roman"/>
          <w:color w:val="auto"/>
          <w:sz w:val="22"/>
          <w:szCs w:val="22"/>
        </w:rPr>
        <w:tab/>
        <w:t>C badana</w:t>
      </w:r>
    </w:p>
    <w:p w:rsidR="00237B61" w:rsidRPr="00721AF1" w:rsidRDefault="00237B61" w:rsidP="00721AF1">
      <w:pPr>
        <w:pStyle w:val="Default"/>
        <w:spacing w:line="360" w:lineRule="auto"/>
        <w:ind w:left="750"/>
        <w:rPr>
          <w:rFonts w:ascii="Times New Roman" w:hAnsi="Times New Roman" w:cs="Times New Roman"/>
          <w:color w:val="auto"/>
          <w:sz w:val="22"/>
          <w:szCs w:val="22"/>
        </w:rPr>
      </w:pPr>
      <w:r w:rsidRPr="00721AF1">
        <w:rPr>
          <w:rFonts w:ascii="Times New Roman" w:hAnsi="Times New Roman" w:cs="Times New Roman"/>
          <w:color w:val="auto"/>
          <w:sz w:val="22"/>
          <w:szCs w:val="22"/>
        </w:rPr>
        <w:t>Gdzie:</w:t>
      </w:r>
    </w:p>
    <w:p w:rsidR="00237B61" w:rsidRPr="00721AF1" w:rsidRDefault="00237B61" w:rsidP="00721AF1">
      <w:pPr>
        <w:pStyle w:val="Default"/>
        <w:spacing w:line="360" w:lineRule="auto"/>
        <w:ind w:left="750"/>
        <w:rPr>
          <w:rFonts w:ascii="Times New Roman" w:hAnsi="Times New Roman" w:cs="Times New Roman"/>
          <w:color w:val="auto"/>
          <w:sz w:val="22"/>
          <w:szCs w:val="22"/>
        </w:rPr>
      </w:pPr>
      <w:r w:rsidRPr="00721AF1">
        <w:rPr>
          <w:rFonts w:ascii="Times New Roman" w:hAnsi="Times New Roman" w:cs="Times New Roman"/>
          <w:color w:val="auto"/>
          <w:sz w:val="22"/>
          <w:szCs w:val="22"/>
        </w:rPr>
        <w:t>C – ilość punktów jakie otrzyma oferta badana za kryterium „Cena”</w:t>
      </w:r>
    </w:p>
    <w:p w:rsidR="00237B61" w:rsidRPr="00721AF1" w:rsidRDefault="00237B61" w:rsidP="00196D85">
      <w:pPr>
        <w:pStyle w:val="Default"/>
        <w:spacing w:line="276" w:lineRule="auto"/>
        <w:ind w:left="750"/>
        <w:rPr>
          <w:rFonts w:ascii="Times New Roman" w:hAnsi="Times New Roman" w:cs="Times New Roman"/>
          <w:color w:val="auto"/>
          <w:sz w:val="22"/>
          <w:szCs w:val="22"/>
        </w:rPr>
      </w:pPr>
      <w:r w:rsidRPr="00721AF1">
        <w:rPr>
          <w:rFonts w:ascii="Times New Roman" w:hAnsi="Times New Roman" w:cs="Times New Roman"/>
          <w:color w:val="auto"/>
          <w:sz w:val="22"/>
          <w:szCs w:val="22"/>
        </w:rPr>
        <w:t xml:space="preserve">C minimalna – cena oferty najtańszej </w:t>
      </w:r>
    </w:p>
    <w:p w:rsidR="00237B61" w:rsidRPr="00721AF1" w:rsidRDefault="00237B61" w:rsidP="00721AF1">
      <w:pPr>
        <w:pStyle w:val="Default"/>
        <w:spacing w:line="360" w:lineRule="auto"/>
        <w:ind w:left="750"/>
        <w:rPr>
          <w:rFonts w:ascii="Times New Roman" w:hAnsi="Times New Roman" w:cs="Times New Roman"/>
          <w:color w:val="auto"/>
          <w:sz w:val="22"/>
          <w:szCs w:val="22"/>
        </w:rPr>
      </w:pPr>
      <w:r w:rsidRPr="00721AF1">
        <w:rPr>
          <w:rFonts w:ascii="Times New Roman" w:hAnsi="Times New Roman" w:cs="Times New Roman"/>
          <w:color w:val="auto"/>
          <w:sz w:val="22"/>
          <w:szCs w:val="22"/>
        </w:rPr>
        <w:t>C badana – cena oferty poddawanej ocenie</w:t>
      </w:r>
    </w:p>
    <w:p w:rsidR="00237B61" w:rsidRPr="00721AF1" w:rsidRDefault="00237B61" w:rsidP="00721AF1">
      <w:pPr>
        <w:pStyle w:val="Default"/>
        <w:numPr>
          <w:ilvl w:val="2"/>
          <w:numId w:val="3"/>
        </w:numPr>
        <w:spacing w:line="360" w:lineRule="auto"/>
        <w:ind w:left="1418" w:hanging="567"/>
        <w:rPr>
          <w:rFonts w:ascii="Times New Roman" w:hAnsi="Times New Roman" w:cs="Times New Roman"/>
          <w:color w:val="auto"/>
          <w:sz w:val="22"/>
          <w:szCs w:val="22"/>
        </w:rPr>
      </w:pPr>
      <w:r w:rsidRPr="00721AF1">
        <w:rPr>
          <w:rFonts w:ascii="Times New Roman" w:hAnsi="Times New Roman" w:cs="Times New Roman"/>
          <w:sz w:val="22"/>
          <w:szCs w:val="22"/>
        </w:rPr>
        <w:t>Atrakcyjność programu wycieczki</w:t>
      </w:r>
      <w:r>
        <w:rPr>
          <w:rFonts w:ascii="Times New Roman" w:hAnsi="Times New Roman" w:cs="Times New Roman"/>
          <w:sz w:val="22"/>
          <w:szCs w:val="22"/>
        </w:rPr>
        <w:t xml:space="preserve"> (A):</w:t>
      </w:r>
    </w:p>
    <w:p w:rsidR="00237B61" w:rsidRPr="00721AF1" w:rsidRDefault="00237B61" w:rsidP="00196D85">
      <w:pPr>
        <w:numPr>
          <w:ilvl w:val="0"/>
          <w:numId w:val="4"/>
        </w:numPr>
        <w:suppressAutoHyphens/>
        <w:spacing w:after="0"/>
        <w:jc w:val="both"/>
        <w:rPr>
          <w:rFonts w:ascii="Times New Roman" w:hAnsi="Times New Roman" w:cs="Times New Roman"/>
        </w:rPr>
      </w:pPr>
      <w:r w:rsidRPr="00721AF1">
        <w:rPr>
          <w:rFonts w:ascii="Times New Roman" w:hAnsi="Times New Roman" w:cs="Times New Roman"/>
        </w:rPr>
        <w:t xml:space="preserve">ilość i atrakcyjność miejsc turystyczno-krajoznawczych zaproponowanych do zwiedzenia </w:t>
      </w:r>
      <w:r>
        <w:rPr>
          <w:rFonts w:ascii="Times New Roman" w:hAnsi="Times New Roman" w:cs="Times New Roman"/>
        </w:rPr>
        <w:t>1</w:t>
      </w:r>
      <w:r w:rsidRPr="00721AF1">
        <w:rPr>
          <w:rFonts w:ascii="Times New Roman" w:hAnsi="Times New Roman" w:cs="Times New Roman"/>
        </w:rPr>
        <w:t xml:space="preserve">0 pkt., </w:t>
      </w:r>
    </w:p>
    <w:p w:rsidR="00237B61" w:rsidRPr="00721AF1" w:rsidRDefault="00237B61" w:rsidP="00196D85">
      <w:pPr>
        <w:numPr>
          <w:ilvl w:val="0"/>
          <w:numId w:val="4"/>
        </w:numPr>
        <w:suppressAutoHyphens/>
        <w:spacing w:after="0"/>
        <w:jc w:val="both"/>
        <w:rPr>
          <w:rFonts w:ascii="Times New Roman" w:hAnsi="Times New Roman" w:cs="Times New Roman"/>
        </w:rPr>
      </w:pPr>
      <w:r w:rsidRPr="00721AF1">
        <w:rPr>
          <w:rFonts w:ascii="Times New Roman" w:hAnsi="Times New Roman" w:cs="Times New Roman"/>
        </w:rPr>
        <w:t xml:space="preserve">atrakcyjność miejsca zamieszkania uczestników wycieczki </w:t>
      </w:r>
      <w:r>
        <w:rPr>
          <w:rFonts w:ascii="Times New Roman" w:hAnsi="Times New Roman" w:cs="Times New Roman"/>
        </w:rPr>
        <w:t>1</w:t>
      </w:r>
      <w:r w:rsidRPr="00721AF1">
        <w:rPr>
          <w:rFonts w:ascii="Times New Roman" w:hAnsi="Times New Roman" w:cs="Times New Roman"/>
        </w:rPr>
        <w:t xml:space="preserve">0 pkt., </w:t>
      </w:r>
    </w:p>
    <w:p w:rsidR="00237B61" w:rsidRDefault="00237B61" w:rsidP="00721AF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721AF1">
        <w:rPr>
          <w:rFonts w:ascii="Times New Roman" w:hAnsi="Times New Roman" w:cs="Times New Roman"/>
        </w:rPr>
        <w:t>sposób zorganizowania wycieczki (intensywność) 10 pkt.</w:t>
      </w:r>
    </w:p>
    <w:p w:rsidR="00237B61" w:rsidRPr="00721AF1" w:rsidRDefault="00237B61" w:rsidP="006D3C24">
      <w:pPr>
        <w:pStyle w:val="Default"/>
        <w:numPr>
          <w:ilvl w:val="2"/>
          <w:numId w:val="3"/>
        </w:numPr>
        <w:spacing w:line="360" w:lineRule="auto"/>
        <w:ind w:left="1418" w:hanging="56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Atrakcyjność programu kolonii (K):</w:t>
      </w:r>
    </w:p>
    <w:p w:rsidR="00237B61" w:rsidRPr="00721AF1" w:rsidRDefault="00237B61" w:rsidP="006D3C24">
      <w:pPr>
        <w:numPr>
          <w:ilvl w:val="0"/>
          <w:numId w:val="4"/>
        </w:numPr>
        <w:suppressAutoHyphens/>
        <w:spacing w:after="0"/>
        <w:jc w:val="both"/>
        <w:rPr>
          <w:rFonts w:ascii="Times New Roman" w:hAnsi="Times New Roman" w:cs="Times New Roman"/>
        </w:rPr>
      </w:pPr>
      <w:r w:rsidRPr="00721AF1">
        <w:rPr>
          <w:rFonts w:ascii="Times New Roman" w:hAnsi="Times New Roman" w:cs="Times New Roman"/>
        </w:rPr>
        <w:t xml:space="preserve">ilość i atrakcyjność miejsc turystyczno-krajoznawczych zaproponowanych do zwiedzenia </w:t>
      </w:r>
      <w:r>
        <w:rPr>
          <w:rFonts w:ascii="Times New Roman" w:hAnsi="Times New Roman" w:cs="Times New Roman"/>
        </w:rPr>
        <w:t>1</w:t>
      </w:r>
      <w:r w:rsidRPr="00721AF1">
        <w:rPr>
          <w:rFonts w:ascii="Times New Roman" w:hAnsi="Times New Roman" w:cs="Times New Roman"/>
        </w:rPr>
        <w:t xml:space="preserve">0 pkt., </w:t>
      </w:r>
    </w:p>
    <w:p w:rsidR="00237B61" w:rsidRPr="00721AF1" w:rsidRDefault="00237B61" w:rsidP="006D3C24">
      <w:pPr>
        <w:numPr>
          <w:ilvl w:val="0"/>
          <w:numId w:val="4"/>
        </w:numPr>
        <w:suppressAutoHyphens/>
        <w:spacing w:after="0"/>
        <w:jc w:val="both"/>
        <w:rPr>
          <w:rFonts w:ascii="Times New Roman" w:hAnsi="Times New Roman" w:cs="Times New Roman"/>
        </w:rPr>
      </w:pPr>
      <w:r w:rsidRPr="00721AF1">
        <w:rPr>
          <w:rFonts w:ascii="Times New Roman" w:hAnsi="Times New Roman" w:cs="Times New Roman"/>
        </w:rPr>
        <w:t xml:space="preserve">atrakcyjność miejsca zamieszkania uczestników </w:t>
      </w:r>
      <w:r>
        <w:rPr>
          <w:rFonts w:ascii="Times New Roman" w:hAnsi="Times New Roman" w:cs="Times New Roman"/>
        </w:rPr>
        <w:t>kolonii 1</w:t>
      </w:r>
      <w:r w:rsidRPr="00721AF1">
        <w:rPr>
          <w:rFonts w:ascii="Times New Roman" w:hAnsi="Times New Roman" w:cs="Times New Roman"/>
        </w:rPr>
        <w:t xml:space="preserve">0 pkt., </w:t>
      </w:r>
    </w:p>
    <w:p w:rsidR="00237B61" w:rsidRDefault="00237B61" w:rsidP="006D3C24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721AF1">
        <w:rPr>
          <w:rFonts w:ascii="Times New Roman" w:hAnsi="Times New Roman" w:cs="Times New Roman"/>
        </w:rPr>
        <w:t xml:space="preserve">sposób zorganizowania </w:t>
      </w:r>
      <w:r>
        <w:rPr>
          <w:rFonts w:ascii="Times New Roman" w:hAnsi="Times New Roman" w:cs="Times New Roman"/>
        </w:rPr>
        <w:t>kolonii</w:t>
      </w:r>
      <w:r w:rsidRPr="00721AF1">
        <w:rPr>
          <w:rFonts w:ascii="Times New Roman" w:hAnsi="Times New Roman" w:cs="Times New Roman"/>
        </w:rPr>
        <w:t xml:space="preserve"> (intensywność) 10 pkt.</w:t>
      </w:r>
    </w:p>
    <w:p w:rsidR="00237B61" w:rsidRDefault="00237B61" w:rsidP="006D3C24">
      <w:pPr>
        <w:suppressAutoHyphens/>
        <w:spacing w:after="0" w:line="360" w:lineRule="auto"/>
        <w:jc w:val="both"/>
        <w:rPr>
          <w:rFonts w:ascii="Times New Roman" w:hAnsi="Times New Roman" w:cs="Times New Roman"/>
        </w:rPr>
      </w:pPr>
    </w:p>
    <w:p w:rsidR="00237B61" w:rsidRDefault="00237B61" w:rsidP="00721AF1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721AF1">
        <w:rPr>
          <w:rFonts w:ascii="Times New Roman" w:hAnsi="Times New Roman" w:cs="Times New Roman"/>
        </w:rPr>
        <w:t>Cenę ofertową należy podać w PLN.</w:t>
      </w:r>
    </w:p>
    <w:p w:rsidR="00237B61" w:rsidRPr="00721AF1" w:rsidRDefault="00237B61" w:rsidP="0064115A">
      <w:pPr>
        <w:suppressAutoHyphens/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:rsidR="00237B61" w:rsidRDefault="00237B61" w:rsidP="00C47D34">
      <w:pPr>
        <w:spacing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7. </w:t>
      </w:r>
      <w:r w:rsidRPr="00A94300">
        <w:rPr>
          <w:rFonts w:ascii="Times New Roman" w:hAnsi="Times New Roman" w:cs="Times New Roman"/>
          <w:b/>
          <w:bCs/>
        </w:rPr>
        <w:t>Opis przedmiotu zamówienia:</w:t>
      </w:r>
    </w:p>
    <w:p w:rsidR="00237B61" w:rsidRPr="0064115A" w:rsidRDefault="00237B61" w:rsidP="001D2CE9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64115A">
        <w:rPr>
          <w:rFonts w:ascii="Times New Roman" w:hAnsi="Times New Roman" w:cs="Times New Roman"/>
          <w:b/>
          <w:bCs/>
        </w:rPr>
        <w:t>Zadanie 1.</w:t>
      </w:r>
    </w:p>
    <w:p w:rsidR="00237B61" w:rsidRDefault="00237B61" w:rsidP="0064115A">
      <w:pPr>
        <w:pStyle w:val="Akapitzlist1"/>
        <w:ind w:left="0"/>
        <w:jc w:val="both"/>
        <w:rPr>
          <w:rFonts w:ascii="Times New Roman" w:hAnsi="Times New Roman" w:cs="Times New Roman"/>
        </w:rPr>
      </w:pPr>
      <w:r w:rsidRPr="0064115A">
        <w:rPr>
          <w:rFonts w:ascii="Times New Roman" w:hAnsi="Times New Roman" w:cs="Times New Roman"/>
        </w:rPr>
        <w:t xml:space="preserve">Przedmiotem zamówienia jest zorganizowanie wycieczki: Karkonosze i Skalne Miasto Adrspach (Czechy) dla 45-50 osób. </w:t>
      </w:r>
    </w:p>
    <w:p w:rsidR="00237B61" w:rsidRPr="0064115A" w:rsidRDefault="00237B61" w:rsidP="0064115A">
      <w:pPr>
        <w:pStyle w:val="Akapitzlist1"/>
        <w:ind w:left="0"/>
        <w:jc w:val="both"/>
        <w:rPr>
          <w:rFonts w:ascii="Times New Roman" w:hAnsi="Times New Roman" w:cs="Times New Roman"/>
        </w:rPr>
      </w:pPr>
      <w:r w:rsidRPr="0064115A">
        <w:rPr>
          <w:rFonts w:ascii="Times New Roman" w:hAnsi="Times New Roman" w:cs="Times New Roman"/>
        </w:rPr>
        <w:t>Oczekujemy zakwaterowania w hote</w:t>
      </w:r>
      <w:r>
        <w:rPr>
          <w:rFonts w:ascii="Times New Roman" w:hAnsi="Times New Roman" w:cs="Times New Roman"/>
        </w:rPr>
        <w:t>lu 3-gwiazdkowym w pokojach 2</w:t>
      </w:r>
      <w:r w:rsidRPr="0064115A">
        <w:rPr>
          <w:rFonts w:ascii="Times New Roman" w:hAnsi="Times New Roman" w:cs="Times New Roman"/>
        </w:rPr>
        <w:t xml:space="preserve"> osobowych z pełnym węzłem sanitarnym.</w:t>
      </w:r>
    </w:p>
    <w:p w:rsidR="00237B61" w:rsidRDefault="00237B61" w:rsidP="001D2CE9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Minimalne wymagane punkty wycieczki:</w:t>
      </w:r>
    </w:p>
    <w:p w:rsidR="00237B61" w:rsidRDefault="00237B61" w:rsidP="001D2CE9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B1330B">
        <w:rPr>
          <w:rFonts w:ascii="Times New Roman" w:hAnsi="Times New Roman" w:cs="Times New Roman"/>
          <w:b/>
          <w:bCs/>
        </w:rPr>
        <w:t xml:space="preserve">- </w:t>
      </w:r>
      <w:r>
        <w:rPr>
          <w:rFonts w:ascii="Times New Roman" w:hAnsi="Times New Roman" w:cs="Times New Roman"/>
          <w:b/>
          <w:bCs/>
        </w:rPr>
        <w:t>kopalnia w Złotym Stoku,</w:t>
      </w:r>
    </w:p>
    <w:p w:rsidR="00237B61" w:rsidRPr="0064115A" w:rsidRDefault="00237B61" w:rsidP="001D2CE9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- </w:t>
      </w:r>
      <w:r w:rsidRPr="0064115A">
        <w:rPr>
          <w:rFonts w:ascii="Times New Roman" w:hAnsi="Times New Roman" w:cs="Times New Roman"/>
          <w:b/>
          <w:bCs/>
        </w:rPr>
        <w:t>Skalne Miasto Adrspach (Czechy)</w:t>
      </w:r>
      <w:r>
        <w:rPr>
          <w:rFonts w:ascii="Times New Roman" w:hAnsi="Times New Roman" w:cs="Times New Roman"/>
          <w:b/>
          <w:bCs/>
        </w:rPr>
        <w:t>,</w:t>
      </w:r>
    </w:p>
    <w:p w:rsidR="00237B61" w:rsidRDefault="00237B61" w:rsidP="001D2CE9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- Browar Broumov,</w:t>
      </w:r>
    </w:p>
    <w:p w:rsidR="00237B61" w:rsidRDefault="00237B61" w:rsidP="001D2CE9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- Zamek Książ,</w:t>
      </w:r>
    </w:p>
    <w:p w:rsidR="00237B61" w:rsidRDefault="00237B61" w:rsidP="001D2CE9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- zwiedzanie Karpacza.</w:t>
      </w:r>
    </w:p>
    <w:p w:rsidR="00237B61" w:rsidRPr="00B1330B" w:rsidRDefault="00237B61" w:rsidP="001D2CE9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237B61" w:rsidRDefault="00237B61" w:rsidP="004E2280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Program wycieczki powinien uwzględniać odwiedzenie cennych miejsc o charakterze poznawczym, turystyczno-krajoznawczym i kulturalnym. </w:t>
      </w:r>
    </w:p>
    <w:p w:rsidR="00237B61" w:rsidRPr="003D323B" w:rsidRDefault="00237B61" w:rsidP="004E228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D323B">
        <w:rPr>
          <w:rFonts w:ascii="Times New Roman" w:hAnsi="Times New Roman" w:cs="Times New Roman"/>
        </w:rPr>
        <w:t xml:space="preserve">Cena powinna obejmować: </w:t>
      </w:r>
    </w:p>
    <w:p w:rsidR="00237B61" w:rsidRDefault="00237B61" w:rsidP="004E228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D323B">
        <w:rPr>
          <w:rFonts w:ascii="Times New Roman" w:hAnsi="Times New Roman" w:cs="Times New Roman"/>
        </w:rPr>
        <w:t>- transport autokarem</w:t>
      </w:r>
      <w:r>
        <w:rPr>
          <w:rFonts w:ascii="Times New Roman" w:hAnsi="Times New Roman" w:cs="Times New Roman"/>
        </w:rPr>
        <w:t>,</w:t>
      </w:r>
    </w:p>
    <w:p w:rsidR="00237B61" w:rsidRDefault="00237B61" w:rsidP="004E2280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- 3 noclegi w hotelu,  </w:t>
      </w:r>
    </w:p>
    <w:p w:rsidR="00237B61" w:rsidRDefault="00237B61" w:rsidP="004E2280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wyżywienie winno zawierać: 3 śniadania, 4 obiady/obiadokolacje, </w:t>
      </w:r>
    </w:p>
    <w:p w:rsidR="00237B61" w:rsidRDefault="00237B61" w:rsidP="004E2280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bilety wstępu do zwiedzanych obiektów, </w:t>
      </w:r>
    </w:p>
    <w:p w:rsidR="00237B61" w:rsidRDefault="00237B61" w:rsidP="004E2280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opiekę pilota i usługi przewodników lokalnych,</w:t>
      </w:r>
    </w:p>
    <w:p w:rsidR="00237B61" w:rsidRDefault="00237B61" w:rsidP="004E2280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realizację programu z wykorzystaniem systemu tour-guide,</w:t>
      </w:r>
    </w:p>
    <w:p w:rsidR="00237B61" w:rsidRDefault="00237B61" w:rsidP="004E2280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ubezpieczenie NNW i KL,</w:t>
      </w:r>
    </w:p>
    <w:p w:rsidR="00237B61" w:rsidRDefault="00237B61" w:rsidP="004E2280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opłatę na Turystyczny Fundusz Gwarancyjny i Turystyczny Fundusz Pomocowy.</w:t>
      </w:r>
    </w:p>
    <w:p w:rsidR="00237B61" w:rsidRDefault="00237B61" w:rsidP="004E2280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237B61" w:rsidRPr="00542943" w:rsidRDefault="00237B61" w:rsidP="004E228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42943">
        <w:rPr>
          <w:rFonts w:ascii="Times New Roman" w:hAnsi="Times New Roman" w:cs="Times New Roman"/>
        </w:rPr>
        <w:t>Usługa ma być świadczona z wykorzystaniem środka transportu (autokaru):</w:t>
      </w:r>
    </w:p>
    <w:p w:rsidR="00237B61" w:rsidRPr="00542943" w:rsidRDefault="00237B61" w:rsidP="004E2280">
      <w:p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542943">
        <w:rPr>
          <w:rFonts w:ascii="Times New Roman" w:hAnsi="Times New Roman" w:cs="Times New Roman"/>
        </w:rPr>
        <w:t xml:space="preserve"> - dopuszczonego do ruchu i odpowiadającego wymaganiom ustawy o transporcie drogowym- </w:t>
      </w:r>
      <w:r>
        <w:rPr>
          <w:rFonts w:ascii="Times New Roman" w:hAnsi="Times New Roman" w:cs="Times New Roman"/>
        </w:rPr>
        <w:t xml:space="preserve">     </w:t>
      </w:r>
      <w:r w:rsidRPr="00542943">
        <w:rPr>
          <w:rFonts w:ascii="Times New Roman" w:hAnsi="Times New Roman" w:cs="Times New Roman"/>
        </w:rPr>
        <w:t>aktualny przegląd i ubezpieczenie,</w:t>
      </w:r>
    </w:p>
    <w:p w:rsidR="00237B61" w:rsidRPr="00542943" w:rsidRDefault="00237B61" w:rsidP="004E228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42943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   </w:t>
      </w:r>
      <w:r w:rsidRPr="00542943">
        <w:rPr>
          <w:rFonts w:ascii="Times New Roman" w:hAnsi="Times New Roman" w:cs="Times New Roman"/>
        </w:rPr>
        <w:t xml:space="preserve">przystosowanego do przewozu osób, </w:t>
      </w:r>
    </w:p>
    <w:p w:rsidR="00237B61" w:rsidRPr="00542943" w:rsidRDefault="00237B61" w:rsidP="004E228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42943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   </w:t>
      </w:r>
      <w:r w:rsidRPr="00542943">
        <w:rPr>
          <w:rFonts w:ascii="Times New Roman" w:hAnsi="Times New Roman" w:cs="Times New Roman"/>
        </w:rPr>
        <w:t>spełniającego wszystkie wymogi bezpieczeństwa i kodeksu drogowego,</w:t>
      </w:r>
    </w:p>
    <w:p w:rsidR="00237B61" w:rsidRPr="00542943" w:rsidRDefault="00237B61" w:rsidP="004E228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42943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   </w:t>
      </w:r>
      <w:r w:rsidRPr="00542943">
        <w:rPr>
          <w:rFonts w:ascii="Times New Roman" w:hAnsi="Times New Roman" w:cs="Times New Roman"/>
        </w:rPr>
        <w:t>prowadzonego przez osoby mające odpowiednie uprawnienia do świadczenia tych usług.</w:t>
      </w:r>
    </w:p>
    <w:p w:rsidR="00237B61" w:rsidRPr="00542943" w:rsidRDefault="00237B61" w:rsidP="004E228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42943">
        <w:rPr>
          <w:rFonts w:ascii="Times New Roman" w:hAnsi="Times New Roman" w:cs="Times New Roman"/>
        </w:rPr>
        <w:t>Posiadającego: klimatyzację, WC, nagłośnienie z mikrofonem.</w:t>
      </w:r>
    </w:p>
    <w:p w:rsidR="00237B61" w:rsidRDefault="00237B61" w:rsidP="004E228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42943">
        <w:rPr>
          <w:rFonts w:ascii="Times New Roman" w:hAnsi="Times New Roman" w:cs="Times New Roman"/>
        </w:rPr>
        <w:t xml:space="preserve">Wykonawca musi zapewnić przewożonym osobom odpowiednie warunki bezpieczeństwa    </w:t>
      </w:r>
      <w:r>
        <w:rPr>
          <w:rFonts w:ascii="Times New Roman" w:hAnsi="Times New Roman" w:cs="Times New Roman"/>
        </w:rPr>
        <w:t xml:space="preserve">                    </w:t>
      </w:r>
      <w:r w:rsidRPr="00542943">
        <w:rPr>
          <w:rFonts w:ascii="Times New Roman" w:hAnsi="Times New Roman" w:cs="Times New Roman"/>
        </w:rPr>
        <w:t xml:space="preserve">     i higieny tj.: utrzymywać w czystości i porządku pojazd, przestrzegać przepisów p. poż.           </w:t>
      </w:r>
      <w:r>
        <w:rPr>
          <w:rFonts w:ascii="Times New Roman" w:hAnsi="Times New Roman" w:cs="Times New Roman"/>
        </w:rPr>
        <w:t xml:space="preserve">              </w:t>
      </w:r>
      <w:r w:rsidRPr="00542943">
        <w:rPr>
          <w:rFonts w:ascii="Times New Roman" w:hAnsi="Times New Roman" w:cs="Times New Roman"/>
        </w:rPr>
        <w:t xml:space="preserve">        i BHP.</w:t>
      </w:r>
    </w:p>
    <w:p w:rsidR="00237B61" w:rsidRPr="00DF026C" w:rsidRDefault="00237B61" w:rsidP="004E2280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DF026C">
        <w:rPr>
          <w:rFonts w:ascii="Times New Roman" w:hAnsi="Times New Roman" w:cs="Times New Roman"/>
          <w:b/>
          <w:bCs/>
        </w:rPr>
        <w:t>Zadanie 2.</w:t>
      </w:r>
    </w:p>
    <w:p w:rsidR="00237B61" w:rsidRPr="00DF026C" w:rsidRDefault="00237B61" w:rsidP="004E2280">
      <w:pPr>
        <w:spacing w:line="360" w:lineRule="auto"/>
        <w:jc w:val="both"/>
        <w:rPr>
          <w:rFonts w:ascii="Times New Roman" w:hAnsi="Times New Roman" w:cs="Times New Roman"/>
        </w:rPr>
      </w:pPr>
      <w:r w:rsidRPr="00DF026C">
        <w:rPr>
          <w:rFonts w:ascii="Times New Roman" w:hAnsi="Times New Roman" w:cs="Times New Roman"/>
        </w:rPr>
        <w:t>Przedmiotem zamówienia jest zorga</w:t>
      </w:r>
      <w:r>
        <w:rPr>
          <w:rFonts w:ascii="Times New Roman" w:hAnsi="Times New Roman" w:cs="Times New Roman"/>
        </w:rPr>
        <w:t>nizowanie kolonii letnich dla 11</w:t>
      </w:r>
      <w:r w:rsidRPr="00DF026C">
        <w:rPr>
          <w:rFonts w:ascii="Times New Roman" w:hAnsi="Times New Roman" w:cs="Times New Roman"/>
        </w:rPr>
        <w:t xml:space="preserve"> dzieci w miejscowości atrakcyjnej turystycznie w górach </w:t>
      </w:r>
      <w:r>
        <w:rPr>
          <w:rFonts w:ascii="Times New Roman" w:hAnsi="Times New Roman" w:cs="Times New Roman"/>
        </w:rPr>
        <w:t>w</w:t>
      </w:r>
      <w:r w:rsidRPr="00DF026C">
        <w:rPr>
          <w:rFonts w:ascii="Times New Roman" w:hAnsi="Times New Roman" w:cs="Times New Roman"/>
        </w:rPr>
        <w:t xml:space="preserve"> Beskid</w:t>
      </w:r>
      <w:r>
        <w:rPr>
          <w:rFonts w:ascii="Times New Roman" w:hAnsi="Times New Roman" w:cs="Times New Roman"/>
        </w:rPr>
        <w:t>zie</w:t>
      </w:r>
      <w:r w:rsidRPr="00DF026C">
        <w:rPr>
          <w:rFonts w:ascii="Times New Roman" w:hAnsi="Times New Roman" w:cs="Times New Roman"/>
        </w:rPr>
        <w:t xml:space="preserve"> Śląski</w:t>
      </w:r>
      <w:r>
        <w:rPr>
          <w:rFonts w:ascii="Times New Roman" w:hAnsi="Times New Roman" w:cs="Times New Roman"/>
        </w:rPr>
        <w:t>m</w:t>
      </w:r>
      <w:r w:rsidRPr="00DF026C">
        <w:rPr>
          <w:rFonts w:ascii="Times New Roman" w:hAnsi="Times New Roman" w:cs="Times New Roman"/>
        </w:rPr>
        <w:t>/Beskid</w:t>
      </w:r>
      <w:r>
        <w:rPr>
          <w:rFonts w:ascii="Times New Roman" w:hAnsi="Times New Roman" w:cs="Times New Roman"/>
        </w:rPr>
        <w:t xml:space="preserve">zie Żywieckim. W programie wypoczynku proszę o uwzględnienie miejsc do zwiedzania takich jak: Wisła, Żywiec, Węgierska Górka, Trójstyk Beskidzki, Milówka, Energylandia w Zatorze. Oczekujemy zakwaterowania kolonistów w obiekcie/budynku murowanym, w bardzo dobrym stanie technicznym. Preferowane zakwaterowanie w pokojach 4-6 osobowych w pełni wyposażonych, z łazienkami. Posesja winna być ogrodzona, posiadać własną kuchnię, stołówkę, świetlicę, sprzęt audiowizualny, pomieszczenia socjalne, boiska sportowe, miejsce do organizacji gier i zabaw. Obiekt powinien spełniać wymogi dotyczące bezpieczeństwa, ochrony przeciwpożarowej, warunków sanitarno-higienicznych oraz ochrony środowiska. </w:t>
      </w:r>
    </w:p>
    <w:p w:rsidR="00237B61" w:rsidRDefault="00237B61" w:rsidP="004E2280">
      <w:pPr>
        <w:spacing w:after="0" w:line="360" w:lineRule="auto"/>
        <w:ind w:righ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 organizatorów oczekujemy ponadto:</w:t>
      </w:r>
    </w:p>
    <w:p w:rsidR="00237B61" w:rsidRDefault="00237B61" w:rsidP="004E2280">
      <w:pPr>
        <w:spacing w:after="0" w:line="360" w:lineRule="auto"/>
        <w:ind w:righ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zgłoszenia wypoczynku do Kuratorium Oświaty,</w:t>
      </w:r>
    </w:p>
    <w:p w:rsidR="00237B61" w:rsidRDefault="00237B61" w:rsidP="004E2280">
      <w:pPr>
        <w:spacing w:after="0" w:line="360" w:lineRule="auto"/>
        <w:ind w:right="426"/>
        <w:jc w:val="both"/>
        <w:rPr>
          <w:rFonts w:ascii="Times New Roman" w:hAnsi="Times New Roman" w:cs="Times New Roman"/>
        </w:rPr>
      </w:pPr>
      <w:r w:rsidRPr="00C47D34">
        <w:rPr>
          <w:rFonts w:ascii="Times New Roman" w:hAnsi="Times New Roman" w:cs="Times New Roman"/>
        </w:rPr>
        <w:t xml:space="preserve">- wyżywienia w formie 3 posiłków dziennie + podwieczorek – </w:t>
      </w:r>
      <w:r w:rsidRPr="00C47D34">
        <w:rPr>
          <w:rFonts w:ascii="Times New Roman" w:hAnsi="Times New Roman" w:cs="Times New Roman"/>
          <w:b/>
          <w:bCs/>
        </w:rPr>
        <w:t>do oferty należy dołączyć przykładowy jadłospis z podaniem gramatury i kaloryczności posiłków</w:t>
      </w:r>
      <w:r w:rsidRPr="00C47D34">
        <w:rPr>
          <w:rFonts w:ascii="Times New Roman" w:hAnsi="Times New Roman" w:cs="Times New Roman"/>
        </w:rPr>
        <w:t xml:space="preserve"> – wymagana dzienna wartość kaloryczna posiłków zgodnie z zapotrzebowaniem w zależności od wieku wynosi:</w:t>
      </w:r>
    </w:p>
    <w:p w:rsidR="00237B61" w:rsidRDefault="00237B61" w:rsidP="004E2280">
      <w:pPr>
        <w:spacing w:after="0"/>
        <w:ind w:righ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dzieci od 7 do 9 roku życia – 1800 kcal</w:t>
      </w:r>
    </w:p>
    <w:p w:rsidR="00237B61" w:rsidRDefault="00237B61" w:rsidP="004E2280">
      <w:pPr>
        <w:spacing w:after="0"/>
        <w:ind w:righ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chłopcy w wieku od 10 do 12 lat – 2350 kcal</w:t>
      </w:r>
    </w:p>
    <w:p w:rsidR="00237B61" w:rsidRDefault="00237B61" w:rsidP="004E2280">
      <w:pPr>
        <w:spacing w:after="0"/>
        <w:ind w:righ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dziewczęta w wieku od 10 do 12 lat – 2100 kcal</w:t>
      </w:r>
    </w:p>
    <w:p w:rsidR="00237B61" w:rsidRDefault="00237B61" w:rsidP="004E2280">
      <w:pPr>
        <w:spacing w:after="0"/>
        <w:ind w:righ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chłopcy w wieku od 13 do 15 lat – 3000 kcal</w:t>
      </w:r>
    </w:p>
    <w:p w:rsidR="00237B61" w:rsidRDefault="00237B61" w:rsidP="004E2280">
      <w:pPr>
        <w:spacing w:after="0"/>
        <w:ind w:righ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*dziewczęta w wieku od 13 do 15 lat – 2450 kcal</w:t>
      </w:r>
    </w:p>
    <w:p w:rsidR="00237B61" w:rsidRDefault="00237B61" w:rsidP="004E2280">
      <w:pPr>
        <w:spacing w:after="0" w:line="360" w:lineRule="auto"/>
        <w:ind w:right="426"/>
        <w:jc w:val="both"/>
        <w:rPr>
          <w:rFonts w:ascii="Times New Roman" w:hAnsi="Times New Roman" w:cs="Times New Roman"/>
        </w:rPr>
      </w:pPr>
    </w:p>
    <w:p w:rsidR="00237B61" w:rsidRDefault="00237B61" w:rsidP="004E2280">
      <w:pPr>
        <w:spacing w:after="0" w:line="360" w:lineRule="auto"/>
        <w:ind w:righ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wykwalifikowanej kadry pedagogicznej do opieki nad dziećmi,</w:t>
      </w:r>
    </w:p>
    <w:p w:rsidR="00237B61" w:rsidRDefault="00237B61" w:rsidP="004E2280">
      <w:pPr>
        <w:spacing w:after="0" w:line="360" w:lineRule="auto"/>
        <w:ind w:righ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opieki medycznej i przewodnika do dyspozycji kolonistów,</w:t>
      </w:r>
    </w:p>
    <w:p w:rsidR="00237B61" w:rsidRDefault="00237B61" w:rsidP="004E2280">
      <w:pPr>
        <w:spacing w:after="0" w:line="360" w:lineRule="auto"/>
        <w:ind w:righ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objęcia grupy ubezpieczeniem NNW – 5000 zł,</w:t>
      </w:r>
    </w:p>
    <w:p w:rsidR="00237B61" w:rsidRDefault="00237B61" w:rsidP="004E2280">
      <w:pPr>
        <w:spacing w:after="0" w:line="360" w:lineRule="auto"/>
        <w:ind w:righ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zapewnienia biletów wstępu do zwiedzanych obiektów,</w:t>
      </w:r>
    </w:p>
    <w:p w:rsidR="00237B61" w:rsidRDefault="00237B61" w:rsidP="004E2280">
      <w:pPr>
        <w:spacing w:after="0" w:line="360" w:lineRule="auto"/>
        <w:ind w:righ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transportu kolonistów autokarem na miejsce wypoczynku oraz w trakcie pobytu                                 w związku z realizacją programu a także powrót do domu.</w:t>
      </w:r>
    </w:p>
    <w:p w:rsidR="00237B61" w:rsidRPr="00C47D34" w:rsidRDefault="00237B61" w:rsidP="004E2280">
      <w:pPr>
        <w:spacing w:after="0" w:line="360" w:lineRule="auto"/>
        <w:ind w:righ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programie powinny się znaleźć wycieczki autokarowe i piesze, zwiedzanie atrakcyjnych turystycznie miejsc.</w:t>
      </w:r>
    </w:p>
    <w:p w:rsidR="00237B61" w:rsidRDefault="00237B61" w:rsidP="004E2280">
      <w:pPr>
        <w:spacing w:after="0" w:line="360" w:lineRule="auto"/>
        <w:ind w:righ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 uwagi na pochodzenie uczestników kolonii z różnych środowisk, zarówno miejskich jak              i wiejskich, zagrożonych negatywnymi wpływami na ich rozwój, dzieci i młodzież winna być objęta </w:t>
      </w:r>
      <w:r w:rsidRPr="005D064B">
        <w:rPr>
          <w:rFonts w:ascii="Times New Roman" w:hAnsi="Times New Roman" w:cs="Times New Roman"/>
          <w:b/>
          <w:bCs/>
        </w:rPr>
        <w:t>programem profilaktycznym</w:t>
      </w:r>
      <w:r>
        <w:rPr>
          <w:rFonts w:ascii="Times New Roman" w:hAnsi="Times New Roman" w:cs="Times New Roman"/>
        </w:rPr>
        <w:t>. Tym samym  oczekujemy od organizatorów wypoczynku objęcia uczestników takim programem.</w:t>
      </w:r>
    </w:p>
    <w:p w:rsidR="00237B61" w:rsidRDefault="00237B61" w:rsidP="004E22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7B61" w:rsidRPr="00542943" w:rsidRDefault="00237B61" w:rsidP="004E228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42943">
        <w:rPr>
          <w:rFonts w:ascii="Times New Roman" w:hAnsi="Times New Roman" w:cs="Times New Roman"/>
        </w:rPr>
        <w:t>Usługa ma być świadczona z wykorzystaniem środka transportu (autokaru):</w:t>
      </w:r>
    </w:p>
    <w:p w:rsidR="00237B61" w:rsidRPr="00542943" w:rsidRDefault="00237B61" w:rsidP="004E2280">
      <w:pPr>
        <w:spacing w:after="0" w:line="360" w:lineRule="auto"/>
        <w:ind w:right="425"/>
        <w:jc w:val="both"/>
        <w:rPr>
          <w:rFonts w:ascii="Times New Roman" w:hAnsi="Times New Roman" w:cs="Times New Roman"/>
        </w:rPr>
      </w:pPr>
      <w:r w:rsidRPr="00542943">
        <w:rPr>
          <w:rFonts w:ascii="Times New Roman" w:hAnsi="Times New Roman" w:cs="Times New Roman"/>
        </w:rPr>
        <w:t xml:space="preserve"> - dopuszczonego do ruchu i odpowiadającego wymaganiom ustawy o transporcie drogowym- aktualny przegląd i ubezpieczenie,</w:t>
      </w:r>
    </w:p>
    <w:p w:rsidR="00237B61" w:rsidRPr="00542943" w:rsidRDefault="00237B61" w:rsidP="004E228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42943">
        <w:rPr>
          <w:rFonts w:ascii="Times New Roman" w:hAnsi="Times New Roman" w:cs="Times New Roman"/>
        </w:rPr>
        <w:t xml:space="preserve">- przystosowanego do przewozu osób, </w:t>
      </w:r>
    </w:p>
    <w:p w:rsidR="00237B61" w:rsidRPr="00542943" w:rsidRDefault="00237B61" w:rsidP="004E228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42943">
        <w:rPr>
          <w:rFonts w:ascii="Times New Roman" w:hAnsi="Times New Roman" w:cs="Times New Roman"/>
        </w:rPr>
        <w:t>- spełniającego wszystkie wymogi bezpieczeństwa i kodeksu drogowego,</w:t>
      </w:r>
    </w:p>
    <w:p w:rsidR="00237B61" w:rsidRPr="00542943" w:rsidRDefault="00237B61" w:rsidP="004E228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42943">
        <w:rPr>
          <w:rFonts w:ascii="Times New Roman" w:hAnsi="Times New Roman" w:cs="Times New Roman"/>
        </w:rPr>
        <w:t>- prowadzonego przez osoby mające odpowiednie uprawnienia do świadczenia tych usług.</w:t>
      </w:r>
    </w:p>
    <w:p w:rsidR="00237B61" w:rsidRPr="00542943" w:rsidRDefault="00237B61" w:rsidP="004E228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42943">
        <w:rPr>
          <w:rFonts w:ascii="Times New Roman" w:hAnsi="Times New Roman" w:cs="Times New Roman"/>
        </w:rPr>
        <w:t>Posiadającego: klimatyzację, WC, nagłośnienie z mikrofonem.</w:t>
      </w:r>
    </w:p>
    <w:p w:rsidR="00237B61" w:rsidRPr="00542943" w:rsidRDefault="00237B61" w:rsidP="004E228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42943">
        <w:rPr>
          <w:rFonts w:ascii="Times New Roman" w:hAnsi="Times New Roman" w:cs="Times New Roman"/>
        </w:rPr>
        <w:t xml:space="preserve">Wykonawca musi zapewnić przewożonym osobom odpowiednie warunki bezpieczeństwa    </w:t>
      </w:r>
      <w:r>
        <w:rPr>
          <w:rFonts w:ascii="Times New Roman" w:hAnsi="Times New Roman" w:cs="Times New Roman"/>
        </w:rPr>
        <w:t xml:space="preserve">                    </w:t>
      </w:r>
      <w:r w:rsidRPr="00542943">
        <w:rPr>
          <w:rFonts w:ascii="Times New Roman" w:hAnsi="Times New Roman" w:cs="Times New Roman"/>
        </w:rPr>
        <w:t xml:space="preserve">     i higieny tj.: utrzymywać w czystości i porządku pojazd, przestrzegać przepisów p. poż.           </w:t>
      </w:r>
      <w:r>
        <w:rPr>
          <w:rFonts w:ascii="Times New Roman" w:hAnsi="Times New Roman" w:cs="Times New Roman"/>
        </w:rPr>
        <w:t xml:space="preserve">              </w:t>
      </w:r>
      <w:r w:rsidRPr="00542943">
        <w:rPr>
          <w:rFonts w:ascii="Times New Roman" w:hAnsi="Times New Roman" w:cs="Times New Roman"/>
        </w:rPr>
        <w:t xml:space="preserve">        i BHP.</w:t>
      </w:r>
    </w:p>
    <w:p w:rsidR="00237B61" w:rsidRDefault="00237B61" w:rsidP="003D323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37B61" w:rsidRDefault="00237B61" w:rsidP="00527EED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8. </w:t>
      </w:r>
      <w:r w:rsidRPr="00B93C71">
        <w:rPr>
          <w:rFonts w:ascii="Times New Roman" w:hAnsi="Times New Roman" w:cs="Times New Roman"/>
          <w:b/>
          <w:bCs/>
        </w:rPr>
        <w:t xml:space="preserve">Sposób i termin składania ofert: </w:t>
      </w:r>
    </w:p>
    <w:p w:rsidR="00237B61" w:rsidRDefault="00237B61" w:rsidP="00527EED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237B61" w:rsidRPr="0020066D" w:rsidRDefault="00237B61" w:rsidP="00527EE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A619F">
        <w:rPr>
          <w:rFonts w:ascii="Times New Roman" w:hAnsi="Times New Roman" w:cs="Times New Roman"/>
        </w:rPr>
        <w:t>Prosimy o składanie</w:t>
      </w:r>
      <w:r w:rsidRPr="009A619F">
        <w:rPr>
          <w:rFonts w:ascii="Times New Roman" w:hAnsi="Times New Roman" w:cs="Times New Roman"/>
          <w:b/>
          <w:bCs/>
        </w:rPr>
        <w:t xml:space="preserve"> </w:t>
      </w:r>
      <w:r w:rsidRPr="009A619F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fert w siedzibie Ośrodka Pomocy Społecznej w Staszowie  ul. Wschodnia 13, 28-200 Staszów (wzór oferty w załączeniu) - Sekretariat pok. 28 osobiście lub pocztą w terminie do </w:t>
      </w:r>
      <w:r w:rsidRPr="00920318">
        <w:rPr>
          <w:rFonts w:ascii="Times New Roman" w:hAnsi="Times New Roman" w:cs="Times New Roman"/>
          <w:b/>
          <w:bCs/>
        </w:rPr>
        <w:t>27 marca 2025 r. do  godz. 13</w:t>
      </w:r>
      <w:r w:rsidRPr="00920318">
        <w:rPr>
          <w:rFonts w:ascii="Times New Roman" w:hAnsi="Times New Roman" w:cs="Times New Roman"/>
          <w:b/>
          <w:bCs/>
          <w:vertAlign w:val="superscript"/>
        </w:rPr>
        <w:t>00</w:t>
      </w:r>
      <w:r>
        <w:rPr>
          <w:rFonts w:ascii="Times New Roman" w:hAnsi="Times New Roman" w:cs="Times New Roman"/>
          <w:vertAlign w:val="superscript"/>
        </w:rPr>
        <w:t xml:space="preserve"> </w:t>
      </w:r>
      <w:r w:rsidRPr="0020066D">
        <w:rPr>
          <w:rFonts w:ascii="Times New Roman" w:hAnsi="Times New Roman" w:cs="Times New Roman"/>
        </w:rPr>
        <w:t xml:space="preserve">(decyduje data i godzina wpływu do OPS).  </w:t>
      </w:r>
    </w:p>
    <w:p w:rsidR="00237B61" w:rsidRPr="0020066D" w:rsidRDefault="00237B61" w:rsidP="0020066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0066D">
        <w:rPr>
          <w:rFonts w:ascii="Times New Roman" w:hAnsi="Times New Roman" w:cs="Times New Roman"/>
        </w:rPr>
        <w:t xml:space="preserve">Załączniki niezbędne do oferty: </w:t>
      </w:r>
    </w:p>
    <w:p w:rsidR="00237B61" w:rsidRPr="0020066D" w:rsidRDefault="00237B61" w:rsidP="0020066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0066D">
        <w:rPr>
          <w:rFonts w:ascii="Times New Roman" w:hAnsi="Times New Roman" w:cs="Times New Roman"/>
        </w:rPr>
        <w:t xml:space="preserve">Zadanie 1 - Ramowy program wycieczki.  </w:t>
      </w:r>
    </w:p>
    <w:p w:rsidR="00237B61" w:rsidRPr="0020066D" w:rsidRDefault="00237B61" w:rsidP="0020066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0066D">
        <w:rPr>
          <w:rFonts w:ascii="Times New Roman" w:hAnsi="Times New Roman" w:cs="Times New Roman"/>
        </w:rPr>
        <w:t>Zadanie 2 - Przykładowy jadłospis oraz ramowy program wypoczynku</w:t>
      </w:r>
    </w:p>
    <w:p w:rsidR="00237B61" w:rsidRPr="0020066D" w:rsidRDefault="00237B61" w:rsidP="0020066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0066D">
        <w:rPr>
          <w:rFonts w:ascii="Times New Roman" w:hAnsi="Times New Roman" w:cs="Times New Roman"/>
        </w:rPr>
        <w:t xml:space="preserve">Oferty należy składać w zaklejonej kopercie z opisem USŁUGA ZORGANIZOWANIA WYCIECZKI  I/LUB KOLONII. </w:t>
      </w:r>
    </w:p>
    <w:p w:rsidR="00237B61" w:rsidRPr="00644559" w:rsidRDefault="00237B61" w:rsidP="00B93C71">
      <w:pPr>
        <w:ind w:righ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9. </w:t>
      </w:r>
      <w:r w:rsidRPr="00644559">
        <w:rPr>
          <w:rFonts w:ascii="Times New Roman" w:hAnsi="Times New Roman" w:cs="Times New Roman"/>
        </w:rPr>
        <w:t xml:space="preserve">Rozstrzygnięcie nastąpi w terminie </w:t>
      </w:r>
      <w:r w:rsidRPr="003D2471">
        <w:rPr>
          <w:rFonts w:ascii="Times New Roman" w:hAnsi="Times New Roman" w:cs="Times New Roman"/>
        </w:rPr>
        <w:t>3 dni roboczych</w:t>
      </w:r>
      <w:r w:rsidRPr="00644559">
        <w:rPr>
          <w:rFonts w:ascii="Times New Roman" w:hAnsi="Times New Roman" w:cs="Times New Roman"/>
        </w:rPr>
        <w:t xml:space="preserve"> od daty składania ofert.</w:t>
      </w:r>
    </w:p>
    <w:p w:rsidR="00237B61" w:rsidRPr="00E56A01" w:rsidRDefault="00237B61" w:rsidP="00527EED">
      <w:pPr>
        <w:spacing w:after="0"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10</w:t>
      </w:r>
      <w:r w:rsidRPr="00E56A01">
        <w:rPr>
          <w:rFonts w:ascii="Times New Roman" w:hAnsi="Times New Roman" w:cs="Times New Roman"/>
          <w:b/>
          <w:bCs/>
        </w:rPr>
        <w:t xml:space="preserve">. Osoba do kontaktu w przedmiotowej sprawie: </w:t>
      </w:r>
    </w:p>
    <w:p w:rsidR="00237B61" w:rsidRPr="00F939CA" w:rsidRDefault="00237B61" w:rsidP="00527EED">
      <w:pPr>
        <w:spacing w:after="0" w:line="360" w:lineRule="auto"/>
        <w:rPr>
          <w:rFonts w:ascii="Arial" w:hAnsi="Arial" w:cs="Arial"/>
          <w:b/>
          <w:bCs/>
        </w:rPr>
      </w:pPr>
      <w:r>
        <w:rPr>
          <w:rFonts w:ascii="Times New Roman" w:hAnsi="Times New Roman" w:cs="Times New Roman"/>
        </w:rPr>
        <w:t>Kamila Boś-Krawiecka, tel. 15 864 32 63, e-mail: ops.staszow@post.pl</w:t>
      </w:r>
      <w:r w:rsidRPr="00F939CA">
        <w:rPr>
          <w:rFonts w:ascii="Arial" w:hAnsi="Arial" w:cs="Arial"/>
          <w:b/>
          <w:bCs/>
        </w:rPr>
        <w:t xml:space="preserve"> </w:t>
      </w:r>
    </w:p>
    <w:p w:rsidR="00237B61" w:rsidRDefault="00237B61" w:rsidP="00E56A01">
      <w:pPr>
        <w:spacing w:after="0" w:line="360" w:lineRule="auto"/>
        <w:rPr>
          <w:rFonts w:ascii="Arial" w:hAnsi="Arial" w:cs="Arial"/>
          <w:b/>
          <w:bCs/>
        </w:rPr>
      </w:pPr>
    </w:p>
    <w:p w:rsidR="00237B61" w:rsidRDefault="00237B61" w:rsidP="00E56A01">
      <w:pPr>
        <w:spacing w:after="0" w:line="360" w:lineRule="auto"/>
        <w:rPr>
          <w:rFonts w:ascii="Arial" w:hAnsi="Arial" w:cs="Arial"/>
          <w:b/>
          <w:bCs/>
        </w:rPr>
      </w:pPr>
    </w:p>
    <w:p w:rsidR="00237B61" w:rsidRPr="00F939CA" w:rsidRDefault="00237B61" w:rsidP="00E56A01">
      <w:pPr>
        <w:spacing w:after="0" w:line="360" w:lineRule="auto"/>
        <w:rPr>
          <w:rFonts w:ascii="Arial" w:hAnsi="Arial" w:cs="Arial"/>
          <w:b/>
          <w:bCs/>
        </w:rPr>
      </w:pPr>
    </w:p>
    <w:p w:rsidR="00237B61" w:rsidRPr="00CE5AE4" w:rsidRDefault="00237B61" w:rsidP="00CE5AE4">
      <w:pPr>
        <w:spacing w:after="0" w:line="240" w:lineRule="auto"/>
        <w:ind w:left="6237" w:hanging="21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</w:t>
      </w:r>
      <w:r w:rsidRPr="00CE5AE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03</w:t>
      </w:r>
      <w:r w:rsidRPr="00CE5AE4">
        <w:rPr>
          <w:rFonts w:ascii="Arial" w:hAnsi="Arial" w:cs="Arial"/>
          <w:sz w:val="20"/>
          <w:szCs w:val="20"/>
        </w:rPr>
        <w:t>.2</w:t>
      </w:r>
      <w:r>
        <w:rPr>
          <w:rFonts w:ascii="Arial" w:hAnsi="Arial" w:cs="Arial"/>
          <w:sz w:val="20"/>
          <w:szCs w:val="20"/>
        </w:rPr>
        <w:t>025</w:t>
      </w:r>
      <w:r w:rsidRPr="00CE5AE4">
        <w:rPr>
          <w:rFonts w:ascii="Arial" w:hAnsi="Arial" w:cs="Arial"/>
          <w:sz w:val="20"/>
          <w:szCs w:val="20"/>
        </w:rPr>
        <w:t>r. Kierownik Ośrodka Pomocy                 Społecznej w Staszowie</w:t>
      </w:r>
    </w:p>
    <w:p w:rsidR="00237B61" w:rsidRPr="00CE5AE4" w:rsidRDefault="00237B61" w:rsidP="00CE5AE4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 w:rsidRPr="00CE5AE4">
        <w:rPr>
          <w:rFonts w:ascii="Arial" w:hAnsi="Arial" w:cs="Arial"/>
          <w:sz w:val="20"/>
          <w:szCs w:val="20"/>
        </w:rPr>
        <w:t xml:space="preserve">                                 </w:t>
      </w:r>
      <w:r>
        <w:rPr>
          <w:rFonts w:ascii="Arial" w:hAnsi="Arial" w:cs="Arial"/>
          <w:sz w:val="20"/>
          <w:szCs w:val="20"/>
        </w:rPr>
        <w:t xml:space="preserve">   </w:t>
      </w:r>
      <w:r w:rsidRPr="00CE5AE4">
        <w:rPr>
          <w:rFonts w:ascii="Arial" w:hAnsi="Arial" w:cs="Arial"/>
          <w:sz w:val="20"/>
          <w:szCs w:val="20"/>
        </w:rPr>
        <w:t xml:space="preserve">  /-/ inż. Renata Śledź </w:t>
      </w:r>
    </w:p>
    <w:p w:rsidR="00237B61" w:rsidRPr="00542943" w:rsidRDefault="00237B61"/>
    <w:sectPr w:rsidR="00237B61" w:rsidRPr="00542943" w:rsidSect="00203644">
      <w:pgSz w:w="11906" w:h="16838"/>
      <w:pgMar w:top="1134" w:right="1417" w:bottom="709" w:left="16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45A3B"/>
    <w:multiLevelType w:val="hybridMultilevel"/>
    <w:tmpl w:val="C8724648"/>
    <w:lvl w:ilvl="0" w:tplc="6ED0A826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>
    <w:nsid w:val="5C335B91"/>
    <w:multiLevelType w:val="hybridMultilevel"/>
    <w:tmpl w:val="3C365762"/>
    <w:lvl w:ilvl="0" w:tplc="C57C9CD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D50388"/>
    <w:multiLevelType w:val="hybridMultilevel"/>
    <w:tmpl w:val="41D05100"/>
    <w:lvl w:ilvl="0" w:tplc="6ED0A82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sz w:val="20"/>
        <w:szCs w:val="20"/>
      </w:rPr>
    </w:lvl>
    <w:lvl w:ilvl="1" w:tplc="AFB8CDE4">
      <w:start w:val="1"/>
      <w:numFmt w:val="decimal"/>
      <w:lvlText w:val="%2."/>
      <w:lvlJc w:val="left"/>
      <w:pPr>
        <w:ind w:left="1440" w:hanging="360"/>
      </w:pPr>
      <w:rPr>
        <w:rFonts w:ascii="Garamond" w:hAnsi="Garamond" w:cs="Garamond" w:hint="default"/>
        <w:b w:val="0"/>
        <w:bCs w:val="0"/>
        <w:i w:val="0"/>
        <w:iCs w:val="0"/>
        <w:sz w:val="22"/>
        <w:szCs w:val="22"/>
      </w:rPr>
    </w:lvl>
    <w:lvl w:ilvl="2" w:tplc="A54840D6">
      <w:start w:val="1"/>
      <w:numFmt w:val="lowerLetter"/>
      <w:lvlText w:val="%3)"/>
      <w:lvlJc w:val="left"/>
      <w:pPr>
        <w:ind w:left="70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D32289"/>
    <w:multiLevelType w:val="hybridMultilevel"/>
    <w:tmpl w:val="2E0AC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20B4"/>
    <w:rsid w:val="000048A2"/>
    <w:rsid w:val="000314A0"/>
    <w:rsid w:val="00032816"/>
    <w:rsid w:val="00043F2D"/>
    <w:rsid w:val="00057115"/>
    <w:rsid w:val="000821D2"/>
    <w:rsid w:val="000942A3"/>
    <w:rsid w:val="00095180"/>
    <w:rsid w:val="00095219"/>
    <w:rsid w:val="000A1BF0"/>
    <w:rsid w:val="000A342A"/>
    <w:rsid w:val="000D20FE"/>
    <w:rsid w:val="000D590F"/>
    <w:rsid w:val="000E3A65"/>
    <w:rsid w:val="00196D85"/>
    <w:rsid w:val="001D2CE9"/>
    <w:rsid w:val="001D71B2"/>
    <w:rsid w:val="001E0192"/>
    <w:rsid w:val="001E5EC5"/>
    <w:rsid w:val="001F77BD"/>
    <w:rsid w:val="0020066D"/>
    <w:rsid w:val="00203644"/>
    <w:rsid w:val="00237B61"/>
    <w:rsid w:val="002533F6"/>
    <w:rsid w:val="00253A45"/>
    <w:rsid w:val="002927FD"/>
    <w:rsid w:val="002B2C99"/>
    <w:rsid w:val="002F08C6"/>
    <w:rsid w:val="002F0972"/>
    <w:rsid w:val="003149C8"/>
    <w:rsid w:val="003464A8"/>
    <w:rsid w:val="00351E72"/>
    <w:rsid w:val="00352727"/>
    <w:rsid w:val="003A5906"/>
    <w:rsid w:val="003C0B92"/>
    <w:rsid w:val="003C68D8"/>
    <w:rsid w:val="003D2471"/>
    <w:rsid w:val="003D323B"/>
    <w:rsid w:val="003E3483"/>
    <w:rsid w:val="003E3781"/>
    <w:rsid w:val="00404B22"/>
    <w:rsid w:val="00424144"/>
    <w:rsid w:val="0043795F"/>
    <w:rsid w:val="004426EC"/>
    <w:rsid w:val="004472A9"/>
    <w:rsid w:val="004616D4"/>
    <w:rsid w:val="004840DF"/>
    <w:rsid w:val="00485E0D"/>
    <w:rsid w:val="004912C5"/>
    <w:rsid w:val="004E2280"/>
    <w:rsid w:val="004E2602"/>
    <w:rsid w:val="004F4C0F"/>
    <w:rsid w:val="00501950"/>
    <w:rsid w:val="0050735D"/>
    <w:rsid w:val="00527EED"/>
    <w:rsid w:val="00541B94"/>
    <w:rsid w:val="00542943"/>
    <w:rsid w:val="00557B53"/>
    <w:rsid w:val="00565D72"/>
    <w:rsid w:val="005901B9"/>
    <w:rsid w:val="005A0C9C"/>
    <w:rsid w:val="005C1B9C"/>
    <w:rsid w:val="005D0621"/>
    <w:rsid w:val="005D064B"/>
    <w:rsid w:val="005F3270"/>
    <w:rsid w:val="005F4655"/>
    <w:rsid w:val="005F5540"/>
    <w:rsid w:val="005F6DE0"/>
    <w:rsid w:val="006009C2"/>
    <w:rsid w:val="0060586A"/>
    <w:rsid w:val="00607357"/>
    <w:rsid w:val="00617ABC"/>
    <w:rsid w:val="00637E50"/>
    <w:rsid w:val="0064115A"/>
    <w:rsid w:val="00644559"/>
    <w:rsid w:val="006546EA"/>
    <w:rsid w:val="00657566"/>
    <w:rsid w:val="00670BE1"/>
    <w:rsid w:val="00674BC1"/>
    <w:rsid w:val="00675AC2"/>
    <w:rsid w:val="00692E93"/>
    <w:rsid w:val="006B2C76"/>
    <w:rsid w:val="006C36F0"/>
    <w:rsid w:val="006D3C24"/>
    <w:rsid w:val="006D3ED5"/>
    <w:rsid w:val="006F1306"/>
    <w:rsid w:val="006F3146"/>
    <w:rsid w:val="00700D03"/>
    <w:rsid w:val="007100E0"/>
    <w:rsid w:val="00710BC0"/>
    <w:rsid w:val="00721AF1"/>
    <w:rsid w:val="00740E3D"/>
    <w:rsid w:val="007A1516"/>
    <w:rsid w:val="007A4225"/>
    <w:rsid w:val="007C2E99"/>
    <w:rsid w:val="007C501D"/>
    <w:rsid w:val="007D4BA8"/>
    <w:rsid w:val="007F0E9A"/>
    <w:rsid w:val="007F44C4"/>
    <w:rsid w:val="00831A0F"/>
    <w:rsid w:val="00887589"/>
    <w:rsid w:val="008A3498"/>
    <w:rsid w:val="008A521B"/>
    <w:rsid w:val="008B50FF"/>
    <w:rsid w:val="008B7FE5"/>
    <w:rsid w:val="0090536D"/>
    <w:rsid w:val="00905AF6"/>
    <w:rsid w:val="00910203"/>
    <w:rsid w:val="00920318"/>
    <w:rsid w:val="00963F84"/>
    <w:rsid w:val="00965574"/>
    <w:rsid w:val="00986C52"/>
    <w:rsid w:val="00987DAC"/>
    <w:rsid w:val="009A619F"/>
    <w:rsid w:val="009B24F9"/>
    <w:rsid w:val="009E6271"/>
    <w:rsid w:val="00A077EB"/>
    <w:rsid w:val="00A11C8C"/>
    <w:rsid w:val="00A27001"/>
    <w:rsid w:val="00A37438"/>
    <w:rsid w:val="00A46616"/>
    <w:rsid w:val="00A520B4"/>
    <w:rsid w:val="00A53AB0"/>
    <w:rsid w:val="00A7115C"/>
    <w:rsid w:val="00A94300"/>
    <w:rsid w:val="00AC1804"/>
    <w:rsid w:val="00AC4C0A"/>
    <w:rsid w:val="00AD2867"/>
    <w:rsid w:val="00AE265A"/>
    <w:rsid w:val="00B00F18"/>
    <w:rsid w:val="00B1330B"/>
    <w:rsid w:val="00B210DC"/>
    <w:rsid w:val="00B24AE5"/>
    <w:rsid w:val="00B46BA9"/>
    <w:rsid w:val="00B6418B"/>
    <w:rsid w:val="00B72287"/>
    <w:rsid w:val="00B81F9B"/>
    <w:rsid w:val="00B93C71"/>
    <w:rsid w:val="00BC3334"/>
    <w:rsid w:val="00BD0FC0"/>
    <w:rsid w:val="00BE0532"/>
    <w:rsid w:val="00C173B8"/>
    <w:rsid w:val="00C36027"/>
    <w:rsid w:val="00C47D34"/>
    <w:rsid w:val="00C506AD"/>
    <w:rsid w:val="00C8539B"/>
    <w:rsid w:val="00CC03D8"/>
    <w:rsid w:val="00CE5AE4"/>
    <w:rsid w:val="00D01F30"/>
    <w:rsid w:val="00D06F20"/>
    <w:rsid w:val="00D07B56"/>
    <w:rsid w:val="00D4482C"/>
    <w:rsid w:val="00D90651"/>
    <w:rsid w:val="00DA5342"/>
    <w:rsid w:val="00DA70BC"/>
    <w:rsid w:val="00DD3D94"/>
    <w:rsid w:val="00DF026C"/>
    <w:rsid w:val="00E02254"/>
    <w:rsid w:val="00E362E3"/>
    <w:rsid w:val="00E432A6"/>
    <w:rsid w:val="00E56A01"/>
    <w:rsid w:val="00EA37B5"/>
    <w:rsid w:val="00EA6FC5"/>
    <w:rsid w:val="00EE6147"/>
    <w:rsid w:val="00EF020D"/>
    <w:rsid w:val="00EF23D6"/>
    <w:rsid w:val="00EF29E0"/>
    <w:rsid w:val="00F07EC1"/>
    <w:rsid w:val="00F230E5"/>
    <w:rsid w:val="00F25EDA"/>
    <w:rsid w:val="00F571EE"/>
    <w:rsid w:val="00F63AB3"/>
    <w:rsid w:val="00F63DCC"/>
    <w:rsid w:val="00F64B77"/>
    <w:rsid w:val="00F76161"/>
    <w:rsid w:val="00F939CA"/>
    <w:rsid w:val="00FB69AC"/>
    <w:rsid w:val="00FC39A1"/>
    <w:rsid w:val="00FE6B91"/>
    <w:rsid w:val="00FE7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727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47D34"/>
    <w:pPr>
      <w:ind w:left="720"/>
    </w:pPr>
  </w:style>
  <w:style w:type="table" w:styleId="TableGrid">
    <w:name w:val="Table Grid"/>
    <w:basedOn w:val="TableNormal"/>
    <w:uiPriority w:val="99"/>
    <w:rsid w:val="00670BE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721AF1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Akapitzlist1">
    <w:name w:val="Akapit z listą1"/>
    <w:basedOn w:val="Normal"/>
    <w:uiPriority w:val="99"/>
    <w:rsid w:val="00FB69AC"/>
    <w:pPr>
      <w:ind w:left="720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1642</TotalTime>
  <Pages>4</Pages>
  <Words>1177</Words>
  <Characters>7063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PaulinaB</dc:creator>
  <cp:keywords/>
  <dc:description/>
  <cp:lastModifiedBy>KamilaK</cp:lastModifiedBy>
  <cp:revision>95</cp:revision>
  <cp:lastPrinted>2025-03-14T13:49:00Z</cp:lastPrinted>
  <dcterms:created xsi:type="dcterms:W3CDTF">2021-03-04T13:26:00Z</dcterms:created>
  <dcterms:modified xsi:type="dcterms:W3CDTF">2025-03-17T12:45:00Z</dcterms:modified>
</cp:coreProperties>
</file>